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D1" w:rsidRPr="00BC1398" w:rsidRDefault="00187AD1" w:rsidP="00187AD1">
      <w:pPr>
        <w:pStyle w:val="Title"/>
        <w:rPr>
          <w:sz w:val="24"/>
          <w:szCs w:val="24"/>
        </w:rPr>
      </w:pPr>
      <w:r w:rsidRPr="00BC1398">
        <w:rPr>
          <w:sz w:val="24"/>
          <w:szCs w:val="24"/>
        </w:rPr>
        <w:t xml:space="preserve">JCTR </w:t>
      </w:r>
      <w:r w:rsidRPr="00BC1398">
        <w:rPr>
          <w:i/>
          <w:sz w:val="24"/>
          <w:szCs w:val="24"/>
        </w:rPr>
        <w:t>BASIC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>NEEDS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 xml:space="preserve">BASKET: </w:t>
      </w:r>
      <w:r w:rsidRPr="00BC1398">
        <w:rPr>
          <w:sz w:val="24"/>
          <w:szCs w:val="24"/>
        </w:rPr>
        <w:t>NDOLA</w:t>
      </w:r>
    </w:p>
    <w:p w:rsidR="00187AD1" w:rsidRPr="00F14FE7" w:rsidRDefault="00DD05EA" w:rsidP="00E23D0D">
      <w:pPr>
        <w:pStyle w:val="Heading2"/>
        <w:rPr>
          <w:lang w:val="en-US"/>
        </w:rPr>
      </w:pPr>
      <w:r>
        <w:rPr>
          <w:lang w:val="en-US"/>
        </w:rPr>
        <w:t>June</w:t>
      </w:r>
      <w:r w:rsidR="00C01C38">
        <w:rPr>
          <w:lang w:val="en-US"/>
        </w:rPr>
        <w:t xml:space="preserve"> </w:t>
      </w:r>
      <w:r w:rsidR="00F14FE7">
        <w:t>201</w:t>
      </w:r>
      <w:r w:rsidR="00F14FE7">
        <w:rPr>
          <w:lang w:val="en-US"/>
        </w:rPr>
        <w:t>4</w:t>
      </w:r>
    </w:p>
    <w:p w:rsidR="00170649" w:rsidRPr="00D71022" w:rsidRDefault="00170649" w:rsidP="00170649">
      <w:pPr>
        <w:rPr>
          <w:sz w:val="2"/>
        </w:rPr>
      </w:pPr>
    </w:p>
    <w:p w:rsidR="00C01C38" w:rsidRDefault="00187AD1" w:rsidP="00C01C38">
      <w:pPr>
        <w:rPr>
          <w:rFonts w:ascii="Arial Black" w:hAnsi="Arial Black"/>
          <w:b/>
          <w:bCs/>
          <w:sz w:val="16"/>
          <w:szCs w:val="14"/>
        </w:rPr>
      </w:pPr>
      <w:r w:rsidRPr="009C7397">
        <w:rPr>
          <w:rFonts w:ascii="Arial Black" w:hAnsi="Arial Black"/>
          <w:b/>
          <w:bCs/>
          <w:sz w:val="16"/>
          <w:szCs w:val="14"/>
        </w:rPr>
        <w:t>(A) COST OF BASIC FOOD ITEMS FOR A FAMILY OF FIVE IN NDOLA</w:t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b/>
          <w:bCs/>
          <w:sz w:val="20"/>
          <w:lang w:val="en-US"/>
        </w:rPr>
      </w:pPr>
      <w:r w:rsidRPr="00DD05EA">
        <w:rPr>
          <w:b/>
          <w:bCs/>
          <w:sz w:val="20"/>
          <w:lang w:val="en-US"/>
        </w:rPr>
        <w:t>Commodity</w:t>
      </w:r>
      <w:r w:rsidRPr="00DD05EA">
        <w:rPr>
          <w:b/>
          <w:bCs/>
          <w:sz w:val="20"/>
          <w:lang w:val="en-US"/>
        </w:rPr>
        <w:tab/>
        <w:t>Kwacha</w:t>
      </w:r>
      <w:r w:rsidRPr="00DD05EA">
        <w:rPr>
          <w:b/>
          <w:bCs/>
          <w:sz w:val="20"/>
          <w:lang w:val="en-US"/>
        </w:rPr>
        <w:tab/>
        <w:t>Quantity</w:t>
      </w:r>
      <w:r w:rsidRPr="00DD05EA">
        <w:rPr>
          <w:b/>
          <w:bCs/>
          <w:sz w:val="20"/>
          <w:lang w:val="en-US"/>
        </w:rPr>
        <w:tab/>
        <w:t>Total</w:t>
      </w:r>
      <w:r w:rsidRPr="00DD05EA">
        <w:rPr>
          <w:b/>
          <w:bCs/>
          <w:sz w:val="20"/>
          <w:lang w:val="en-US"/>
        </w:rPr>
        <w:tab/>
      </w:r>
      <w:r>
        <w:rPr>
          <w:b/>
          <w:bCs/>
          <w:sz w:val="20"/>
          <w:lang w:val="en-US"/>
        </w:rPr>
        <w:t>Kwacha</w:t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Mealie meal</w:t>
      </w:r>
      <w:r>
        <w:rPr>
          <w:color w:val="000000"/>
          <w:sz w:val="20"/>
          <w:lang w:val="en-US"/>
        </w:rPr>
        <w:t xml:space="preserve"> </w:t>
      </w:r>
      <w:r w:rsidRPr="00DD05EA">
        <w:rPr>
          <w:color w:val="000000"/>
          <w:sz w:val="20"/>
          <w:lang w:val="en-US"/>
        </w:rPr>
        <w:t>(breakfast)</w:t>
      </w:r>
      <w:r w:rsidRPr="00DD05EA">
        <w:rPr>
          <w:color w:val="000000"/>
          <w:sz w:val="20"/>
          <w:lang w:val="en-US"/>
        </w:rPr>
        <w:tab/>
        <w:t>75.63</w:t>
      </w:r>
      <w:r w:rsidRPr="00DD05EA">
        <w:rPr>
          <w:color w:val="000000"/>
          <w:sz w:val="20"/>
          <w:lang w:val="en-US"/>
        </w:rPr>
        <w:tab/>
        <w:t>2 x 25Kgs</w:t>
      </w:r>
      <w:r w:rsidRPr="00DD05EA">
        <w:rPr>
          <w:color w:val="000000"/>
          <w:sz w:val="20"/>
          <w:lang w:val="en-US"/>
        </w:rPr>
        <w:tab/>
        <w:t>151.26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Beans</w:t>
      </w:r>
      <w:r w:rsidRPr="00DD05EA">
        <w:rPr>
          <w:color w:val="000000"/>
          <w:sz w:val="20"/>
          <w:lang w:val="en-US"/>
        </w:rPr>
        <w:tab/>
        <w:t>13.70</w:t>
      </w:r>
      <w:r w:rsidRPr="00DD05EA">
        <w:rPr>
          <w:color w:val="000000"/>
          <w:sz w:val="20"/>
          <w:lang w:val="en-US"/>
        </w:rPr>
        <w:tab/>
        <w:t xml:space="preserve">3 </w:t>
      </w:r>
      <w:proofErr w:type="spellStart"/>
      <w:r w:rsidRPr="00DD05EA">
        <w:rPr>
          <w:color w:val="000000"/>
          <w:sz w:val="20"/>
          <w:lang w:val="en-US"/>
        </w:rPr>
        <w:t>Kgs</w:t>
      </w:r>
      <w:proofErr w:type="spellEnd"/>
      <w:r w:rsidRPr="00DD05EA">
        <w:rPr>
          <w:color w:val="000000"/>
          <w:sz w:val="20"/>
          <w:lang w:val="en-US"/>
        </w:rPr>
        <w:tab/>
        <w:t>41.10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Kapenta (dry)</w:t>
      </w:r>
      <w:r w:rsidRPr="00DD05EA">
        <w:rPr>
          <w:color w:val="000000"/>
          <w:sz w:val="20"/>
          <w:lang w:val="en-US"/>
        </w:rPr>
        <w:tab/>
        <w:t>100.00</w:t>
      </w:r>
      <w:r w:rsidRPr="00DD05EA">
        <w:rPr>
          <w:color w:val="000000"/>
          <w:sz w:val="20"/>
          <w:lang w:val="en-US"/>
        </w:rPr>
        <w:tab/>
        <w:t xml:space="preserve">2 </w:t>
      </w:r>
      <w:proofErr w:type="spellStart"/>
      <w:r w:rsidRPr="00DD05EA">
        <w:rPr>
          <w:color w:val="000000"/>
          <w:sz w:val="20"/>
          <w:lang w:val="en-US"/>
        </w:rPr>
        <w:t>Kgs</w:t>
      </w:r>
      <w:proofErr w:type="spellEnd"/>
      <w:r w:rsidRPr="00DD05EA">
        <w:rPr>
          <w:color w:val="000000"/>
          <w:sz w:val="20"/>
          <w:lang w:val="en-US"/>
        </w:rPr>
        <w:tab/>
        <w:t>200.00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Bream, smoked</w:t>
      </w:r>
      <w:r w:rsidRPr="00DD05EA">
        <w:rPr>
          <w:color w:val="000000"/>
          <w:sz w:val="20"/>
          <w:lang w:val="en-US"/>
        </w:rPr>
        <w:tab/>
        <w:t>125.00</w:t>
      </w:r>
      <w:r w:rsidRPr="00DD05EA">
        <w:rPr>
          <w:color w:val="000000"/>
          <w:sz w:val="20"/>
          <w:lang w:val="en-US"/>
        </w:rPr>
        <w:tab/>
        <w:t xml:space="preserve">1 </w:t>
      </w:r>
      <w:proofErr w:type="spellStart"/>
      <w:r w:rsidRPr="00DD05EA">
        <w:rPr>
          <w:color w:val="000000"/>
          <w:sz w:val="20"/>
          <w:lang w:val="en-US"/>
        </w:rPr>
        <w:t>Kgs</w:t>
      </w:r>
      <w:proofErr w:type="spellEnd"/>
      <w:r w:rsidRPr="00DD05EA">
        <w:rPr>
          <w:color w:val="000000"/>
          <w:sz w:val="20"/>
          <w:lang w:val="en-US"/>
        </w:rPr>
        <w:tab/>
        <w:t>125.00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Mixed cut</w:t>
      </w:r>
      <w:r w:rsidRPr="00DD05EA">
        <w:rPr>
          <w:color w:val="000000"/>
          <w:sz w:val="20"/>
          <w:lang w:val="en-US"/>
        </w:rPr>
        <w:tab/>
        <w:t>34.77</w:t>
      </w:r>
      <w:r w:rsidRPr="00DD05EA">
        <w:rPr>
          <w:color w:val="000000"/>
          <w:sz w:val="20"/>
          <w:lang w:val="en-US"/>
        </w:rPr>
        <w:tab/>
        <w:t xml:space="preserve">4 </w:t>
      </w:r>
      <w:proofErr w:type="spellStart"/>
      <w:r w:rsidRPr="00DD05EA">
        <w:rPr>
          <w:color w:val="000000"/>
          <w:sz w:val="20"/>
          <w:lang w:val="en-US"/>
        </w:rPr>
        <w:t>Kgs</w:t>
      </w:r>
      <w:proofErr w:type="spellEnd"/>
      <w:r w:rsidRPr="00DD05EA">
        <w:rPr>
          <w:color w:val="000000"/>
          <w:sz w:val="20"/>
          <w:lang w:val="en-US"/>
        </w:rPr>
        <w:tab/>
        <w:t>139.08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Dark green vegetable</w:t>
      </w:r>
      <w:r w:rsidRPr="00DD05EA">
        <w:rPr>
          <w:color w:val="000000"/>
          <w:sz w:val="20"/>
          <w:lang w:val="en-US"/>
        </w:rPr>
        <w:tab/>
        <w:t>9.20</w:t>
      </w:r>
      <w:r w:rsidRPr="00DD05EA">
        <w:rPr>
          <w:color w:val="000000"/>
          <w:sz w:val="20"/>
          <w:lang w:val="en-US"/>
        </w:rPr>
        <w:tab/>
        <w:t xml:space="preserve">4 </w:t>
      </w:r>
      <w:proofErr w:type="spellStart"/>
      <w:r w:rsidRPr="00DD05EA">
        <w:rPr>
          <w:color w:val="000000"/>
          <w:sz w:val="20"/>
          <w:lang w:val="en-US"/>
        </w:rPr>
        <w:t>Kgs</w:t>
      </w:r>
      <w:proofErr w:type="spellEnd"/>
      <w:r w:rsidRPr="00DD05EA">
        <w:rPr>
          <w:color w:val="000000"/>
          <w:sz w:val="20"/>
          <w:lang w:val="en-US"/>
        </w:rPr>
        <w:tab/>
        <w:t>36.80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Tomatoes</w:t>
      </w:r>
      <w:r w:rsidRPr="00DD05EA">
        <w:rPr>
          <w:color w:val="000000"/>
          <w:sz w:val="20"/>
          <w:lang w:val="en-US"/>
        </w:rPr>
        <w:tab/>
        <w:t>8.43</w:t>
      </w:r>
      <w:r w:rsidRPr="00DD05EA">
        <w:rPr>
          <w:color w:val="000000"/>
          <w:sz w:val="20"/>
          <w:lang w:val="en-US"/>
        </w:rPr>
        <w:tab/>
        <w:t xml:space="preserve">4 </w:t>
      </w:r>
      <w:proofErr w:type="spellStart"/>
      <w:r w:rsidRPr="00DD05EA">
        <w:rPr>
          <w:color w:val="000000"/>
          <w:sz w:val="20"/>
          <w:lang w:val="en-US"/>
        </w:rPr>
        <w:t>Kgs</w:t>
      </w:r>
      <w:proofErr w:type="spellEnd"/>
      <w:r w:rsidRPr="00DD05EA">
        <w:rPr>
          <w:color w:val="000000"/>
          <w:sz w:val="20"/>
          <w:lang w:val="en-US"/>
        </w:rPr>
        <w:tab/>
        <w:t>33.72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Onion, large</w:t>
      </w:r>
      <w:r w:rsidRPr="00DD05EA">
        <w:rPr>
          <w:color w:val="000000"/>
          <w:sz w:val="20"/>
          <w:lang w:val="en-US"/>
        </w:rPr>
        <w:tab/>
        <w:t>11.93</w:t>
      </w:r>
      <w:r w:rsidRPr="00DD05EA">
        <w:rPr>
          <w:color w:val="000000"/>
          <w:sz w:val="20"/>
          <w:lang w:val="en-US"/>
        </w:rPr>
        <w:tab/>
        <w:t xml:space="preserve">2 </w:t>
      </w:r>
      <w:proofErr w:type="spellStart"/>
      <w:r w:rsidRPr="00DD05EA">
        <w:rPr>
          <w:color w:val="000000"/>
          <w:sz w:val="20"/>
          <w:lang w:val="en-US"/>
        </w:rPr>
        <w:t>Kgs</w:t>
      </w:r>
      <w:proofErr w:type="spellEnd"/>
      <w:r w:rsidRPr="00DD05EA">
        <w:rPr>
          <w:color w:val="000000"/>
          <w:sz w:val="20"/>
          <w:lang w:val="en-US"/>
        </w:rPr>
        <w:tab/>
        <w:t>23.86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Cooking oil (2.5L)</w:t>
      </w:r>
      <w:r w:rsidRPr="00DD05EA">
        <w:rPr>
          <w:color w:val="000000"/>
          <w:sz w:val="20"/>
          <w:lang w:val="en-US"/>
        </w:rPr>
        <w:tab/>
        <w:t>35.84</w:t>
      </w:r>
      <w:r w:rsidRPr="00DD05EA">
        <w:rPr>
          <w:color w:val="000000"/>
          <w:sz w:val="20"/>
          <w:lang w:val="en-US"/>
        </w:rPr>
        <w:tab/>
        <w:t xml:space="preserve">3 </w:t>
      </w:r>
      <w:proofErr w:type="spellStart"/>
      <w:r w:rsidRPr="00DD05EA">
        <w:rPr>
          <w:color w:val="000000"/>
          <w:sz w:val="20"/>
          <w:lang w:val="en-US"/>
        </w:rPr>
        <w:t>Litres</w:t>
      </w:r>
      <w:proofErr w:type="spellEnd"/>
      <w:r w:rsidRPr="00DD05EA">
        <w:rPr>
          <w:color w:val="000000"/>
          <w:sz w:val="20"/>
          <w:lang w:val="en-US"/>
        </w:rPr>
        <w:tab/>
        <w:t>43.01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Pr="00DD05EA">
        <w:rPr>
          <w:color w:val="000000"/>
          <w:sz w:val="20"/>
          <w:lang w:val="en-US"/>
        </w:rPr>
        <w:t>r, baked</w:t>
      </w:r>
      <w:r w:rsidRPr="00DD05EA">
        <w:rPr>
          <w:color w:val="000000"/>
          <w:sz w:val="20"/>
          <w:lang w:val="en-US"/>
        </w:rPr>
        <w:tab/>
        <w:t>5.28</w:t>
      </w:r>
      <w:r w:rsidRPr="00DD05EA">
        <w:rPr>
          <w:color w:val="000000"/>
          <w:sz w:val="20"/>
          <w:lang w:val="en-US"/>
        </w:rPr>
        <w:tab/>
        <w:t>1loaf/day</w:t>
      </w:r>
      <w:r w:rsidRPr="00DD05EA">
        <w:rPr>
          <w:color w:val="000000"/>
          <w:sz w:val="20"/>
          <w:lang w:val="en-US"/>
        </w:rPr>
        <w:tab/>
        <w:t>158.40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Sugar</w:t>
      </w:r>
      <w:r w:rsidRPr="00DD05EA">
        <w:rPr>
          <w:color w:val="000000"/>
          <w:sz w:val="20"/>
          <w:lang w:val="en-US"/>
        </w:rPr>
        <w:tab/>
        <w:t>15.98</w:t>
      </w:r>
      <w:r w:rsidRPr="00DD05EA">
        <w:rPr>
          <w:color w:val="000000"/>
          <w:sz w:val="20"/>
          <w:lang w:val="en-US"/>
        </w:rPr>
        <w:tab/>
        <w:t xml:space="preserve">6 </w:t>
      </w:r>
      <w:proofErr w:type="spellStart"/>
      <w:r w:rsidRPr="00DD05EA">
        <w:rPr>
          <w:color w:val="000000"/>
          <w:sz w:val="20"/>
          <w:lang w:val="en-US"/>
        </w:rPr>
        <w:t>Kgs</w:t>
      </w:r>
      <w:proofErr w:type="spellEnd"/>
      <w:r w:rsidRPr="00DD05EA">
        <w:rPr>
          <w:color w:val="000000"/>
          <w:sz w:val="20"/>
          <w:lang w:val="en-US"/>
        </w:rPr>
        <w:tab/>
        <w:t>47.94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Milk (500ml Long life)</w:t>
      </w:r>
      <w:r w:rsidRPr="00DD05EA">
        <w:rPr>
          <w:color w:val="000000"/>
          <w:sz w:val="20"/>
          <w:lang w:val="en-US"/>
        </w:rPr>
        <w:tab/>
        <w:t>5.47</w:t>
      </w:r>
      <w:r w:rsidRPr="00DD05EA">
        <w:rPr>
          <w:color w:val="000000"/>
          <w:sz w:val="20"/>
          <w:lang w:val="en-US"/>
        </w:rPr>
        <w:tab/>
        <w:t xml:space="preserve">2 </w:t>
      </w:r>
      <w:proofErr w:type="spellStart"/>
      <w:r w:rsidRPr="00DD05EA">
        <w:rPr>
          <w:color w:val="000000"/>
          <w:sz w:val="20"/>
          <w:lang w:val="en-US"/>
        </w:rPr>
        <w:t>Litres</w:t>
      </w:r>
      <w:proofErr w:type="spellEnd"/>
      <w:r w:rsidRPr="00DD05EA">
        <w:rPr>
          <w:color w:val="000000"/>
          <w:sz w:val="20"/>
          <w:lang w:val="en-US"/>
        </w:rPr>
        <w:tab/>
        <w:t>21.88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Tea, powder</w:t>
      </w:r>
      <w:r w:rsidRPr="00DD05EA">
        <w:rPr>
          <w:color w:val="000000"/>
          <w:sz w:val="20"/>
          <w:lang w:val="en-US"/>
        </w:rPr>
        <w:tab/>
        <w:t>8.79</w:t>
      </w:r>
      <w:r w:rsidRPr="00DD05EA">
        <w:rPr>
          <w:color w:val="000000"/>
          <w:sz w:val="20"/>
          <w:lang w:val="en-US"/>
        </w:rPr>
        <w:tab/>
        <w:t xml:space="preserve">1 </w:t>
      </w:r>
      <w:proofErr w:type="spellStart"/>
      <w:r w:rsidRPr="00DD05EA">
        <w:rPr>
          <w:color w:val="000000"/>
          <w:sz w:val="20"/>
          <w:lang w:val="en-US"/>
        </w:rPr>
        <w:t>Kgs</w:t>
      </w:r>
      <w:proofErr w:type="spellEnd"/>
      <w:r w:rsidRPr="00DD05EA">
        <w:rPr>
          <w:color w:val="000000"/>
          <w:sz w:val="20"/>
          <w:lang w:val="en-US"/>
        </w:rPr>
        <w:tab/>
        <w:t>8.79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Eggs</w:t>
      </w:r>
      <w:r w:rsidRPr="00DD05EA">
        <w:rPr>
          <w:color w:val="000000"/>
          <w:sz w:val="20"/>
          <w:lang w:val="en-US"/>
        </w:rPr>
        <w:tab/>
        <w:t>9.14</w:t>
      </w:r>
      <w:r w:rsidRPr="00DD05EA">
        <w:rPr>
          <w:color w:val="000000"/>
          <w:sz w:val="20"/>
          <w:lang w:val="en-US"/>
        </w:rPr>
        <w:tab/>
        <w:t>2units</w:t>
      </w:r>
      <w:r w:rsidRPr="00DD05EA">
        <w:rPr>
          <w:color w:val="000000"/>
          <w:sz w:val="20"/>
          <w:lang w:val="en-US"/>
        </w:rPr>
        <w:tab/>
        <w:t>18.28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firstLine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Salt</w:t>
      </w:r>
      <w:r w:rsidRPr="00DD05EA">
        <w:rPr>
          <w:color w:val="000000"/>
          <w:sz w:val="20"/>
          <w:lang w:val="en-US"/>
        </w:rPr>
        <w:tab/>
        <w:t>6.18</w:t>
      </w:r>
      <w:r w:rsidRPr="00DD05EA">
        <w:rPr>
          <w:color w:val="000000"/>
          <w:sz w:val="20"/>
          <w:lang w:val="en-US"/>
        </w:rPr>
        <w:tab/>
        <w:t xml:space="preserve">1 </w:t>
      </w:r>
      <w:proofErr w:type="spellStart"/>
      <w:r w:rsidRPr="00DD05EA">
        <w:rPr>
          <w:color w:val="000000"/>
          <w:sz w:val="20"/>
          <w:lang w:val="en-US"/>
        </w:rPr>
        <w:t>Kgs</w:t>
      </w:r>
      <w:proofErr w:type="spellEnd"/>
      <w:r w:rsidRPr="00DD05EA">
        <w:rPr>
          <w:color w:val="000000"/>
          <w:sz w:val="20"/>
          <w:lang w:val="en-US"/>
        </w:rPr>
        <w:tab/>
        <w:t>6.18</w:t>
      </w:r>
      <w:r w:rsidRPr="00DD05EA">
        <w:rPr>
          <w:color w:val="000000"/>
          <w:sz w:val="20"/>
          <w:lang w:val="en-US"/>
        </w:rPr>
        <w:tab/>
      </w:r>
    </w:p>
    <w:p w:rsid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spacing w:before="120"/>
        <w:ind w:firstLine="270"/>
        <w:rPr>
          <w:b/>
          <w:bCs/>
          <w:color w:val="000000"/>
          <w:sz w:val="20"/>
          <w:lang w:val="en-US"/>
        </w:rPr>
      </w:pPr>
      <w:proofErr w:type="spellStart"/>
      <w:r w:rsidRPr="00DD05EA">
        <w:rPr>
          <w:b/>
          <w:bCs/>
          <w:i/>
          <w:iCs/>
          <w:color w:val="000000"/>
          <w:sz w:val="20"/>
          <w:lang w:val="en-US"/>
        </w:rPr>
        <w:t>Sub total</w:t>
      </w:r>
      <w:proofErr w:type="spellEnd"/>
      <w:r w:rsidRPr="00DD05EA">
        <w:rPr>
          <w:b/>
          <w:bCs/>
          <w:i/>
          <w:iCs/>
          <w:color w:val="000000"/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ab/>
      </w:r>
      <w:r w:rsidRPr="00DD05EA">
        <w:rPr>
          <w:b/>
          <w:bCs/>
          <w:color w:val="000000"/>
          <w:sz w:val="20"/>
          <w:lang w:val="en-US"/>
        </w:rPr>
        <w:tab/>
        <w:t>1,055.30</w:t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rPr>
          <w:b/>
          <w:bCs/>
          <w:color w:val="000000"/>
          <w:sz w:val="20"/>
          <w:lang w:val="en-US"/>
        </w:rPr>
      </w:pP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F14FE7">
        <w:rPr>
          <w:rFonts w:ascii="Arial Black" w:hAnsi="Arial Black"/>
          <w:b/>
          <w:bCs/>
          <w:sz w:val="16"/>
          <w:szCs w:val="16"/>
        </w:rPr>
        <w:t>(B) COST OF ESSENTIAL NON-FOOD ITEMS</w:t>
      </w:r>
      <w:r w:rsidRPr="00DD05EA">
        <w:rPr>
          <w:color w:val="000000"/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left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Charcoal</w:t>
      </w:r>
      <w:r w:rsidRPr="00DD05EA">
        <w:rPr>
          <w:color w:val="000000"/>
          <w:sz w:val="20"/>
          <w:lang w:val="en-US"/>
        </w:rPr>
        <w:tab/>
        <w:t>142.20</w:t>
      </w:r>
      <w:r w:rsidRPr="00DD05EA">
        <w:rPr>
          <w:color w:val="000000"/>
          <w:sz w:val="20"/>
          <w:lang w:val="en-US"/>
        </w:rPr>
        <w:tab/>
        <w:t>2x 90Kg bags</w:t>
      </w:r>
      <w:r w:rsidRPr="00DD05EA">
        <w:rPr>
          <w:color w:val="000000"/>
          <w:sz w:val="20"/>
          <w:lang w:val="en-US"/>
        </w:rPr>
        <w:tab/>
        <w:t>284.40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left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Soap (</w:t>
      </w:r>
      <w:proofErr w:type="spellStart"/>
      <w:r w:rsidRPr="00DD05EA">
        <w:rPr>
          <w:color w:val="000000"/>
          <w:sz w:val="20"/>
          <w:lang w:val="en-US"/>
        </w:rPr>
        <w:t>Lifebouy</w:t>
      </w:r>
      <w:proofErr w:type="spellEnd"/>
      <w:r w:rsidRPr="00DD05EA">
        <w:rPr>
          <w:color w:val="000000"/>
          <w:sz w:val="20"/>
          <w:lang w:val="en-US"/>
        </w:rPr>
        <w:t>)</w:t>
      </w:r>
      <w:r w:rsidRPr="00DD05EA">
        <w:rPr>
          <w:color w:val="000000"/>
          <w:sz w:val="20"/>
          <w:lang w:val="en-US"/>
        </w:rPr>
        <w:tab/>
        <w:t>4.36</w:t>
      </w:r>
      <w:r w:rsidRPr="00DD05EA">
        <w:rPr>
          <w:color w:val="000000"/>
          <w:sz w:val="20"/>
          <w:lang w:val="en-US"/>
        </w:rPr>
        <w:tab/>
        <w:t>10 Tablets</w:t>
      </w:r>
      <w:r w:rsidRPr="00DD05EA">
        <w:rPr>
          <w:color w:val="000000"/>
          <w:sz w:val="20"/>
          <w:lang w:val="en-US"/>
        </w:rPr>
        <w:tab/>
        <w:t>43.60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left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Wash soap (Boom)</w:t>
      </w:r>
      <w:r w:rsidRPr="00DD05EA">
        <w:rPr>
          <w:color w:val="000000"/>
          <w:sz w:val="20"/>
          <w:lang w:val="en-US"/>
        </w:rPr>
        <w:tab/>
        <w:t>5.56</w:t>
      </w:r>
      <w:r w:rsidRPr="00DD05EA">
        <w:rPr>
          <w:color w:val="000000"/>
          <w:sz w:val="20"/>
          <w:lang w:val="en-US"/>
        </w:rPr>
        <w:tab/>
        <w:t>4x400g</w:t>
      </w:r>
      <w:r w:rsidRPr="00DD05EA">
        <w:rPr>
          <w:color w:val="000000"/>
          <w:sz w:val="20"/>
          <w:lang w:val="en-US"/>
        </w:rPr>
        <w:tab/>
        <w:t>22.24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left="270"/>
        <w:rPr>
          <w:color w:val="000000"/>
          <w:sz w:val="20"/>
          <w:lang w:val="en-US"/>
        </w:rPr>
      </w:pPr>
      <w:r w:rsidRPr="00DD05EA">
        <w:rPr>
          <w:color w:val="000000"/>
          <w:sz w:val="20"/>
          <w:lang w:val="en-US"/>
        </w:rPr>
        <w:t>Jelly (</w:t>
      </w:r>
      <w:proofErr w:type="spellStart"/>
      <w:r w:rsidRPr="00DD05EA">
        <w:rPr>
          <w:color w:val="000000"/>
          <w:sz w:val="20"/>
          <w:lang w:val="en-US"/>
        </w:rPr>
        <w:t>e.g</w:t>
      </w:r>
      <w:proofErr w:type="spellEnd"/>
      <w:r w:rsidRPr="00DD05EA">
        <w:rPr>
          <w:color w:val="000000"/>
          <w:sz w:val="20"/>
          <w:lang w:val="en-US"/>
        </w:rPr>
        <w:t xml:space="preserve"> Vaseline)</w:t>
      </w:r>
      <w:r w:rsidRPr="00DD05EA">
        <w:rPr>
          <w:color w:val="000000"/>
          <w:sz w:val="20"/>
          <w:lang w:val="en-US"/>
        </w:rPr>
        <w:tab/>
        <w:t>12.79</w:t>
      </w:r>
      <w:r w:rsidRPr="00DD05EA">
        <w:rPr>
          <w:color w:val="000000"/>
          <w:sz w:val="20"/>
          <w:lang w:val="en-US"/>
        </w:rPr>
        <w:tab/>
        <w:t>1x500ml</w:t>
      </w:r>
      <w:r w:rsidRPr="00DD05EA">
        <w:rPr>
          <w:color w:val="000000"/>
          <w:sz w:val="20"/>
          <w:lang w:val="en-US"/>
        </w:rPr>
        <w:tab/>
        <w:t>12.79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left="270"/>
        <w:rPr>
          <w:color w:val="000000"/>
          <w:sz w:val="20"/>
          <w:lang w:val="en-US"/>
        </w:rPr>
      </w:pPr>
      <w:r w:rsidRPr="00DD05EA">
        <w:rPr>
          <w:sz w:val="20"/>
          <w:lang w:val="en-US"/>
        </w:rPr>
        <w:t>Electricity (medium density - fixed)</w:t>
      </w:r>
      <w:r w:rsidRPr="00DD05EA">
        <w:rPr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>181.00</w:t>
      </w:r>
      <w:r w:rsidRPr="00DD05EA">
        <w:rPr>
          <w:color w:val="000000"/>
          <w:sz w:val="20"/>
          <w:lang w:val="en-US"/>
        </w:rPr>
        <w:tab/>
      </w:r>
      <w:r w:rsidRPr="00DD05EA">
        <w:rPr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>181.00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left="270"/>
        <w:rPr>
          <w:color w:val="000000"/>
          <w:sz w:val="20"/>
          <w:lang w:val="en-US"/>
        </w:rPr>
      </w:pPr>
      <w:r w:rsidRPr="00DD05EA">
        <w:rPr>
          <w:sz w:val="20"/>
          <w:lang w:val="en-US"/>
        </w:rPr>
        <w:t>Water &amp; Sanitation (medium cost - fixed)</w:t>
      </w:r>
      <w:r w:rsidRPr="00DD05EA">
        <w:rPr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>95.00</w:t>
      </w:r>
      <w:r w:rsidRPr="00DD05EA">
        <w:rPr>
          <w:color w:val="000000"/>
          <w:sz w:val="20"/>
          <w:lang w:val="en-US"/>
        </w:rPr>
        <w:tab/>
      </w:r>
      <w:r w:rsidRPr="00DD05EA">
        <w:rPr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>95.00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left="270"/>
        <w:rPr>
          <w:color w:val="000000"/>
          <w:sz w:val="20"/>
          <w:lang w:val="en-US"/>
        </w:rPr>
      </w:pPr>
      <w:r w:rsidRPr="00DD05EA">
        <w:rPr>
          <w:sz w:val="20"/>
          <w:lang w:val="en-US"/>
        </w:rPr>
        <w:t>Housing (medium density - 3 bedroom)</w:t>
      </w:r>
      <w:r w:rsidRPr="00DD05EA">
        <w:rPr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>1,500.00</w:t>
      </w:r>
      <w:r w:rsidRPr="00DD05EA">
        <w:rPr>
          <w:color w:val="000000"/>
          <w:sz w:val="20"/>
          <w:lang w:val="en-US"/>
        </w:rPr>
        <w:tab/>
      </w:r>
      <w:r w:rsidRPr="00DD05EA">
        <w:rPr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>1,500.00</w:t>
      </w:r>
      <w:r w:rsidRPr="00DD05EA">
        <w:rPr>
          <w:color w:val="000000"/>
          <w:sz w:val="20"/>
          <w:lang w:val="en-US"/>
        </w:rPr>
        <w:tab/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left="270"/>
        <w:rPr>
          <w:b/>
          <w:bCs/>
          <w:color w:val="000000"/>
          <w:sz w:val="20"/>
          <w:lang w:val="en-US"/>
        </w:rPr>
      </w:pPr>
      <w:proofErr w:type="spellStart"/>
      <w:r w:rsidRPr="00DD05EA">
        <w:rPr>
          <w:b/>
          <w:bCs/>
          <w:i/>
          <w:iCs/>
          <w:sz w:val="20"/>
          <w:lang w:val="en-US"/>
        </w:rPr>
        <w:t>Sub total</w:t>
      </w:r>
      <w:proofErr w:type="spellEnd"/>
      <w:r w:rsidRPr="00DD05EA">
        <w:rPr>
          <w:b/>
          <w:bCs/>
          <w:i/>
          <w:iCs/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ab/>
      </w:r>
      <w:r w:rsidRPr="00DD05EA">
        <w:rPr>
          <w:sz w:val="20"/>
          <w:lang w:val="en-US"/>
        </w:rPr>
        <w:tab/>
      </w:r>
      <w:r w:rsidRPr="00DD05EA">
        <w:rPr>
          <w:b/>
          <w:bCs/>
          <w:color w:val="000000"/>
          <w:sz w:val="20"/>
          <w:lang w:val="en-US"/>
        </w:rPr>
        <w:tab/>
        <w:t>2,139.03</w:t>
      </w:r>
    </w:p>
    <w:p w:rsidR="00DD05EA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left="270"/>
        <w:rPr>
          <w:sz w:val="20"/>
          <w:lang w:val="en-US"/>
        </w:rPr>
      </w:pPr>
      <w:r w:rsidRPr="00DD05EA">
        <w:rPr>
          <w:color w:val="000000"/>
          <w:sz w:val="20"/>
          <w:lang w:val="en-US"/>
        </w:rPr>
        <w:tab/>
      </w:r>
      <w:r w:rsidRPr="00DD05EA">
        <w:rPr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ab/>
      </w:r>
      <w:r w:rsidRPr="00DD05EA">
        <w:rPr>
          <w:sz w:val="20"/>
          <w:lang w:val="en-US"/>
        </w:rPr>
        <w:tab/>
      </w:r>
    </w:p>
    <w:p w:rsidR="00C75972" w:rsidRPr="00DD05EA" w:rsidRDefault="00DD05EA" w:rsidP="00DD05EA">
      <w:pPr>
        <w:tabs>
          <w:tab w:val="left" w:pos="3652"/>
          <w:tab w:val="left" w:pos="5366"/>
          <w:tab w:val="left" w:pos="7080"/>
          <w:tab w:val="left" w:pos="8884"/>
        </w:tabs>
        <w:ind w:left="270"/>
        <w:rPr>
          <w:b/>
          <w:bCs/>
          <w:color w:val="000000"/>
          <w:sz w:val="20"/>
          <w:lang w:val="en-US"/>
        </w:rPr>
      </w:pPr>
      <w:r w:rsidRPr="00DD05EA">
        <w:rPr>
          <w:b/>
          <w:bCs/>
          <w:i/>
          <w:iCs/>
          <w:sz w:val="20"/>
          <w:lang w:val="en-US"/>
        </w:rPr>
        <w:t>Total for Basic Needs Basket</w:t>
      </w:r>
      <w:r w:rsidRPr="00DD05EA">
        <w:rPr>
          <w:b/>
          <w:bCs/>
          <w:i/>
          <w:iCs/>
          <w:sz w:val="20"/>
          <w:lang w:val="en-US"/>
        </w:rPr>
        <w:tab/>
      </w:r>
      <w:r w:rsidRPr="00DD05EA">
        <w:rPr>
          <w:color w:val="000000"/>
          <w:sz w:val="20"/>
          <w:lang w:val="en-US"/>
        </w:rPr>
        <w:tab/>
      </w:r>
      <w:r w:rsidRPr="00DD05EA">
        <w:rPr>
          <w:sz w:val="20"/>
          <w:lang w:val="en-US"/>
        </w:rPr>
        <w:tab/>
      </w:r>
      <w:r w:rsidRPr="00DD05EA">
        <w:rPr>
          <w:b/>
          <w:bCs/>
          <w:color w:val="000000"/>
          <w:sz w:val="20"/>
          <w:lang w:val="en-US"/>
        </w:rPr>
        <w:tab/>
        <w:t>3,194.33</w:t>
      </w:r>
      <w:r w:rsidR="00C75972" w:rsidRPr="00C75972">
        <w:rPr>
          <w:color w:val="000000"/>
          <w:sz w:val="20"/>
          <w:lang w:val="en-US"/>
        </w:rPr>
        <w:tab/>
      </w:r>
      <w:r w:rsidR="00C75972" w:rsidRPr="00C75972">
        <w:rPr>
          <w:color w:val="000000"/>
          <w:sz w:val="20"/>
          <w:lang w:val="en-US"/>
        </w:rPr>
        <w:tab/>
      </w:r>
      <w:r w:rsidR="00C75972" w:rsidRPr="00C75972">
        <w:rPr>
          <w:color w:val="000000"/>
          <w:sz w:val="20"/>
          <w:lang w:val="en-US"/>
        </w:rPr>
        <w:tab/>
      </w:r>
      <w:r w:rsidR="00C75972" w:rsidRPr="00C75972">
        <w:rPr>
          <w:color w:val="000000"/>
          <w:sz w:val="20"/>
          <w:lang w:val="en-US"/>
        </w:rPr>
        <w:tab/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19"/>
        <w:gridCol w:w="680"/>
        <w:gridCol w:w="717"/>
        <w:gridCol w:w="717"/>
        <w:gridCol w:w="717"/>
        <w:gridCol w:w="717"/>
        <w:gridCol w:w="723"/>
        <w:gridCol w:w="723"/>
        <w:gridCol w:w="723"/>
        <w:gridCol w:w="725"/>
        <w:gridCol w:w="724"/>
        <w:gridCol w:w="724"/>
        <w:gridCol w:w="726"/>
        <w:gridCol w:w="729"/>
      </w:tblGrid>
      <w:tr w:rsidR="00DD05EA" w:rsidRPr="00C01C38" w:rsidTr="00DD05EA">
        <w:trPr>
          <w:trHeight w:val="493"/>
          <w:tblCellSpacing w:w="15" w:type="dxa"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5EA" w:rsidRPr="00C01C38" w:rsidRDefault="00DD05EA" w:rsidP="00BF23B7">
            <w:pPr>
              <w:spacing w:line="276" w:lineRule="auto"/>
              <w:jc w:val="center"/>
              <w:rPr>
                <w:b/>
                <w:bCs/>
                <w:sz w:val="16"/>
              </w:rPr>
            </w:pPr>
            <w:r w:rsidRPr="00C01C38">
              <w:rPr>
                <w:b/>
                <w:bCs/>
                <w:sz w:val="16"/>
              </w:rPr>
              <w:t>Totals from previous months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Pr="00C01C38" w:rsidRDefault="00DD05EA" w:rsidP="002002CC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May 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Pr="00C01C38" w:rsidRDefault="00DD05EA" w:rsidP="00FC2FAE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Jun 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Pr="00C01C38" w:rsidRDefault="00DD05EA" w:rsidP="0081557D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Jul 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Pr="00C01C38" w:rsidRDefault="00DD05EA" w:rsidP="009C739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Aug 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Pr="00C01C38" w:rsidRDefault="00DD05EA" w:rsidP="008B1394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Sept 13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Pr="00C01C38" w:rsidRDefault="00DD05EA" w:rsidP="005A7E3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Oct 13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Pr="00C01C38" w:rsidRDefault="00DD05EA" w:rsidP="00C01C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Default="00DD05EA" w:rsidP="00F14FE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Dec 13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Default="00DD05EA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Jan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Default="00DD05EA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Feb 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Default="00DD05EA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Mar 14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Default="00DD05EA" w:rsidP="00C75972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Apr 14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5EA" w:rsidRDefault="00DD05EA" w:rsidP="00DD05EA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May 14</w:t>
            </w:r>
          </w:p>
        </w:tc>
      </w:tr>
      <w:tr w:rsidR="00DD05EA" w:rsidRPr="006C0DB8" w:rsidTr="00DD05EA">
        <w:trPr>
          <w:tblCellSpacing w:w="15" w:type="dxa"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05EA" w:rsidRPr="00C01C38" w:rsidRDefault="00DD05EA" w:rsidP="0017064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01C38">
              <w:rPr>
                <w:sz w:val="16"/>
                <w:szCs w:val="16"/>
              </w:rPr>
              <w:t>Amount (K)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Pr="006C0DB8" w:rsidRDefault="00DD05EA" w:rsidP="002002CC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2,836.68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Pr="006C0DB8" w:rsidRDefault="00DD05EA" w:rsidP="00FC2FAE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FC2FAE">
              <w:rPr>
                <w:b/>
                <w:bCs/>
                <w:color w:val="000000"/>
                <w:sz w:val="14"/>
                <w:szCs w:val="16"/>
                <w:lang w:val="en-US"/>
              </w:rPr>
              <w:t>2,926.55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Pr="00FC2FAE" w:rsidRDefault="00DD05EA" w:rsidP="0081557D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81557D">
              <w:rPr>
                <w:b/>
                <w:bCs/>
                <w:color w:val="000000"/>
                <w:sz w:val="14"/>
                <w:lang w:eastAsia="en-GB"/>
              </w:rPr>
              <w:t>2,871.94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Pr="0081557D" w:rsidRDefault="00DD05EA" w:rsidP="009C739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9C7397">
              <w:rPr>
                <w:b/>
                <w:bCs/>
                <w:color w:val="000000"/>
                <w:sz w:val="14"/>
                <w:lang w:eastAsia="en-GB"/>
              </w:rPr>
              <w:t>2,919.20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Pr="009C7397" w:rsidRDefault="00DD05EA" w:rsidP="008B139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8B1394">
              <w:rPr>
                <w:b/>
                <w:bCs/>
                <w:color w:val="000000"/>
                <w:sz w:val="14"/>
                <w:lang w:val="en-US"/>
              </w:rPr>
              <w:t>2,831.94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Pr="005A7E31" w:rsidRDefault="00DD05EA" w:rsidP="005A7E31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szCs w:val="16"/>
                <w:lang w:val="en-US"/>
              </w:rPr>
              <w:t>2,786.21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Pr="005A7E31" w:rsidRDefault="00DD05EA" w:rsidP="00C01C38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lang w:val="en-US"/>
              </w:rPr>
              <w:t>2,845.36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Pr="00C01C38" w:rsidRDefault="00DD05EA" w:rsidP="00F14FE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EE247C">
              <w:rPr>
                <w:b/>
                <w:bCs/>
                <w:color w:val="000000"/>
                <w:sz w:val="14"/>
                <w:lang w:val="en-US"/>
              </w:rPr>
              <w:t>2,831.89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Pr="00EE247C" w:rsidRDefault="00DD05EA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83CA6">
              <w:rPr>
                <w:b/>
                <w:bCs/>
                <w:color w:val="000000"/>
                <w:sz w:val="16"/>
                <w:lang w:val="en-US"/>
              </w:rPr>
              <w:t>2,889.81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Pr="00EE247C" w:rsidRDefault="00DD05EA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Pr="00EE247C" w:rsidRDefault="00DD05EA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Default="00DD05EA" w:rsidP="00C75972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3,176.74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5EA" w:rsidRDefault="00DD05EA" w:rsidP="00DD05EA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3,181.15</w:t>
            </w:r>
          </w:p>
        </w:tc>
      </w:tr>
    </w:tbl>
    <w:p w:rsidR="00187AD1" w:rsidRDefault="00187AD1" w:rsidP="00AD5CDE">
      <w:pPr>
        <w:rPr>
          <w:b/>
          <w:bCs/>
          <w:sz w:val="12"/>
        </w:rPr>
      </w:pPr>
    </w:p>
    <w:p w:rsidR="00187AD1" w:rsidRDefault="00187AD1" w:rsidP="00187AD1">
      <w:pPr>
        <w:pBdr>
          <w:top w:val="single" w:sz="24" w:space="2" w:color="auto"/>
        </w:pBdr>
        <w:rPr>
          <w:sz w:val="12"/>
        </w:rPr>
      </w:pPr>
    </w:p>
    <w:p w:rsidR="00187AD1" w:rsidRPr="00BC1398" w:rsidRDefault="00187AD1" w:rsidP="00187AD1">
      <w:pPr>
        <w:rPr>
          <w:rFonts w:ascii="Arial Black" w:hAnsi="Arial Black"/>
          <w:b/>
          <w:bCs/>
          <w:sz w:val="14"/>
          <w:szCs w:val="14"/>
        </w:rPr>
      </w:pPr>
      <w:r w:rsidRPr="00BC1398">
        <w:rPr>
          <w:rFonts w:ascii="Arial Black" w:hAnsi="Arial Black"/>
          <w:b/>
          <w:bCs/>
          <w:sz w:val="14"/>
          <w:szCs w:val="14"/>
        </w:rPr>
        <w:t>(C) SOME OTHER ADDITIONAL COST</w:t>
      </w:r>
    </w:p>
    <w:p w:rsidR="00187AD1" w:rsidRDefault="00187AD1" w:rsidP="00187AD1">
      <w:pPr>
        <w:rPr>
          <w:rFonts w:ascii="Arial Black" w:hAnsi="Arial Black"/>
          <w:sz w:val="16"/>
        </w:rPr>
      </w:pPr>
    </w:p>
    <w:p w:rsidR="00187AD1" w:rsidRDefault="00187AD1" w:rsidP="00187AD1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420A9D">
        <w:rPr>
          <w:b/>
          <w:bCs/>
          <w:sz w:val="20"/>
        </w:rPr>
        <w:t>K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  <w:t>Item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56086B">
        <w:rPr>
          <w:sz w:val="20"/>
        </w:rPr>
        <w:t xml:space="preserve"> 1-7 (PTA+Project/year)</w:t>
      </w:r>
      <w:r w:rsidR="0056086B">
        <w:rPr>
          <w:sz w:val="20"/>
        </w:rPr>
        <w:tab/>
        <w:t>K50.00</w:t>
      </w:r>
      <w:r>
        <w:rPr>
          <w:sz w:val="20"/>
        </w:rPr>
        <w:tab/>
        <w:t xml:space="preserve">           </w:t>
      </w:r>
      <w:r>
        <w:rPr>
          <w:sz w:val="20"/>
        </w:rPr>
        <w:tab/>
      </w:r>
      <w:r w:rsidR="00420A9D">
        <w:rPr>
          <w:sz w:val="20"/>
        </w:rPr>
        <w:tab/>
      </w:r>
      <w:r>
        <w:rPr>
          <w:sz w:val="20"/>
        </w:rPr>
        <w:t xml:space="preserve">  Consultation Fee</w:t>
      </w:r>
      <w:r>
        <w:rPr>
          <w:sz w:val="20"/>
        </w:rPr>
        <w:tab/>
      </w:r>
      <w:r>
        <w:rPr>
          <w:sz w:val="20"/>
        </w:rPr>
        <w:tab/>
        <w:t>K1</w:t>
      </w:r>
      <w:r w:rsidR="0056086B">
        <w:rPr>
          <w:sz w:val="20"/>
        </w:rPr>
        <w:t>.00</w:t>
      </w:r>
    </w:p>
    <w:p w:rsidR="00187AD1" w:rsidRDefault="0055685D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02384C">
        <w:rPr>
          <w:sz w:val="20"/>
        </w:rPr>
        <w:t>Grades 8-9 (User+PTA/year)</w:t>
      </w:r>
      <w:r w:rsidR="0002384C">
        <w:rPr>
          <w:sz w:val="20"/>
        </w:rPr>
        <w:tab/>
        <w:t>K7</w:t>
      </w:r>
      <w:r w:rsidR="0056086B">
        <w:rPr>
          <w:sz w:val="20"/>
        </w:rPr>
        <w:t>50.0</w:t>
      </w:r>
      <w:r w:rsidR="00CC129E">
        <w:rPr>
          <w:sz w:val="20"/>
        </w:rPr>
        <w:t xml:space="preserve">0  </w:t>
      </w:r>
      <w:r w:rsidR="0056086B">
        <w:rPr>
          <w:sz w:val="20"/>
        </w:rPr>
        <w:tab/>
        <w:t xml:space="preserve">   </w:t>
      </w:r>
      <w:r w:rsidR="0056086B">
        <w:rPr>
          <w:sz w:val="20"/>
        </w:rPr>
        <w:tab/>
        <w:t xml:space="preserve">  Medical Exam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K35.</w:t>
      </w:r>
      <w:r w:rsidR="00CC129E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</w:t>
      </w:r>
      <w:r w:rsidR="0002384C">
        <w:rPr>
          <w:sz w:val="20"/>
        </w:rPr>
        <w:t xml:space="preserve"> Grades 10-12 (User+PTA/year)</w:t>
      </w:r>
      <w:r w:rsidR="0002384C">
        <w:rPr>
          <w:sz w:val="20"/>
        </w:rPr>
        <w:tab/>
        <w:t>K90</w:t>
      </w:r>
      <w:r w:rsidR="0056086B">
        <w:rPr>
          <w:sz w:val="20"/>
        </w:rPr>
        <w:t>0.</w:t>
      </w:r>
      <w:r w:rsidR="0002384C">
        <w:rPr>
          <w:sz w:val="20"/>
        </w:rPr>
        <w:t>0</w:t>
      </w:r>
      <w:r w:rsidR="0055685D">
        <w:rPr>
          <w:sz w:val="20"/>
        </w:rPr>
        <w:t>0</w:t>
      </w:r>
      <w:r w:rsidR="0055685D">
        <w:rPr>
          <w:sz w:val="20"/>
        </w:rPr>
        <w:tab/>
      </w:r>
      <w:r w:rsidR="00420A9D">
        <w:rPr>
          <w:sz w:val="20"/>
        </w:rPr>
        <w:tab/>
      </w:r>
      <w:r w:rsidR="0055685D">
        <w:rPr>
          <w:sz w:val="20"/>
        </w:rPr>
        <w:tab/>
        <w:t xml:space="preserve">  Malaria Slide </w:t>
      </w:r>
      <w:r w:rsidR="0055685D">
        <w:rPr>
          <w:sz w:val="20"/>
        </w:rPr>
        <w:tab/>
      </w:r>
      <w:r w:rsidR="0055685D">
        <w:rPr>
          <w:sz w:val="20"/>
        </w:rPr>
        <w:tab/>
      </w:r>
      <w:r w:rsidR="0055685D">
        <w:rPr>
          <w:sz w:val="20"/>
        </w:rPr>
        <w:tab/>
        <w:t>K1</w:t>
      </w:r>
      <w:r w:rsidR="0056086B">
        <w:rPr>
          <w:sz w:val="20"/>
        </w:rPr>
        <w:t>0.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Sc</w:t>
      </w:r>
      <w:r w:rsidR="0055685D">
        <w:rPr>
          <w:sz w:val="20"/>
        </w:rPr>
        <w:t>hool Uniform (</w:t>
      </w:r>
      <w:r w:rsidR="0002384C">
        <w:rPr>
          <w:sz w:val="20"/>
        </w:rPr>
        <w:t>grades 8-12)</w:t>
      </w:r>
      <w:r w:rsidR="0002384C">
        <w:rPr>
          <w:sz w:val="20"/>
        </w:rPr>
        <w:tab/>
        <w:t>K55</w:t>
      </w:r>
      <w:r w:rsidR="0056086B">
        <w:rPr>
          <w:sz w:val="20"/>
        </w:rPr>
        <w:t>0.</w:t>
      </w:r>
      <w:r w:rsidR="0002384C">
        <w:rPr>
          <w:sz w:val="20"/>
        </w:rPr>
        <w:t>00-K9</w:t>
      </w:r>
      <w:r>
        <w:rPr>
          <w:sz w:val="20"/>
        </w:rPr>
        <w:t>0</w:t>
      </w:r>
      <w:r w:rsidR="0056086B">
        <w:rPr>
          <w:sz w:val="20"/>
        </w:rPr>
        <w:t>0.</w:t>
      </w:r>
      <w:r w:rsidR="00AD5CDE">
        <w:rPr>
          <w:sz w:val="20"/>
        </w:rPr>
        <w:t>00</w:t>
      </w:r>
      <w:r w:rsidR="00AD5CDE">
        <w:rPr>
          <w:sz w:val="20"/>
        </w:rPr>
        <w:tab/>
        <w:t xml:space="preserve">  CD4 Count Private</w:t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56086B">
        <w:rPr>
          <w:sz w:val="20"/>
        </w:rPr>
        <w:t>K280.</w:t>
      </w:r>
      <w:r w:rsidR="005D3E5C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  <w:t xml:space="preserve">  Mosquito Net (private)</w:t>
      </w:r>
      <w:r w:rsidR="00AD5CDE">
        <w:rPr>
          <w:sz w:val="20"/>
        </w:rPr>
        <w:tab/>
      </w:r>
      <w:r w:rsidR="00AD5CDE">
        <w:rPr>
          <w:sz w:val="20"/>
        </w:rPr>
        <w:tab/>
        <w:t>K35</w:t>
      </w:r>
      <w:r w:rsidR="0056086B">
        <w:rPr>
          <w:sz w:val="20"/>
        </w:rPr>
        <w:t>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Ndeke-Town</w:t>
      </w:r>
      <w:r w:rsidR="0056086B">
        <w:rPr>
          <w:sz w:val="20"/>
        </w:rPr>
        <w:tab/>
        <w:t xml:space="preserve">    </w:t>
      </w:r>
      <w:r w:rsidR="0056086B">
        <w:rPr>
          <w:sz w:val="20"/>
        </w:rPr>
        <w:tab/>
        <w:t xml:space="preserve">              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02384C" w:rsidRDefault="00187AD1" w:rsidP="0002384C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 w:rsidR="0056086B">
        <w:rPr>
          <w:sz w:val="20"/>
        </w:rPr>
        <w:t>Chifubu</w:t>
      </w:r>
      <w:proofErr w:type="spellEnd"/>
      <w:r w:rsidR="0056086B">
        <w:rPr>
          <w:sz w:val="20"/>
        </w:rPr>
        <w:t>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K6.00</w:t>
      </w:r>
      <w:r w:rsidR="000D63C5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Petrol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K10.63</w:t>
      </w:r>
    </w:p>
    <w:p w:rsidR="00187AD1" w:rsidRDefault="0056086B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Masala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             K5</w:t>
      </w:r>
      <w:r w:rsidR="0002384C">
        <w:rPr>
          <w:sz w:val="20"/>
        </w:rPr>
        <w:t>.00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Diesel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K10.01</w:t>
      </w:r>
    </w:p>
    <w:p w:rsidR="00187AD1" w:rsidRDefault="00187AD1" w:rsidP="00420FAC">
      <w:pPr>
        <w:ind w:left="720"/>
        <w:rPr>
          <w:sz w:val="20"/>
        </w:rPr>
      </w:pPr>
      <w:r>
        <w:rPr>
          <w:sz w:val="20"/>
        </w:rPr>
        <w:t xml:space="preserve"> </w:t>
      </w:r>
      <w:r w:rsidR="0056086B">
        <w:rPr>
          <w:sz w:val="20"/>
        </w:rPr>
        <w:t xml:space="preserve"> </w:t>
      </w:r>
      <w:proofErr w:type="spellStart"/>
      <w:r w:rsidR="0056086B">
        <w:rPr>
          <w:sz w:val="20"/>
        </w:rPr>
        <w:t>Twapia</w:t>
      </w:r>
      <w:proofErr w:type="spellEnd"/>
      <w:r w:rsidR="0056086B">
        <w:rPr>
          <w:sz w:val="20"/>
        </w:rPr>
        <w:t>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</w:t>
      </w:r>
      <w:r>
        <w:rPr>
          <w:sz w:val="20"/>
        </w:rPr>
        <w:t>70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Kerosene (per litre)</w:t>
      </w:r>
      <w:r w:rsidR="0002384C">
        <w:rPr>
          <w:sz w:val="20"/>
        </w:rPr>
        <w:tab/>
      </w:r>
      <w:r w:rsidR="0002384C">
        <w:rPr>
          <w:sz w:val="20"/>
        </w:rPr>
        <w:tab/>
        <w:t>K7.48</w:t>
      </w:r>
      <w:r>
        <w:rPr>
          <w:sz w:val="20"/>
        </w:rPr>
        <w:tab/>
        <w:t xml:space="preserve">  </w:t>
      </w:r>
      <w:r w:rsidR="00D5026E" w:rsidRPr="00EB3039">
        <w:rPr>
          <w:b/>
          <w:color w:val="000000"/>
          <w:sz w:val="20"/>
          <w:szCs w:val="18"/>
          <w:lang w:val="en-US"/>
        </w:rPr>
        <w:tab/>
      </w:r>
    </w:p>
    <w:p w:rsidR="00333CF8" w:rsidRDefault="00333CF8" w:rsidP="00333CF8">
      <w:pPr>
        <w:pBdr>
          <w:top w:val="single" w:sz="24" w:space="2" w:color="auto"/>
        </w:pBdr>
        <w:rPr>
          <w:sz w:val="8"/>
          <w:szCs w:val="8"/>
        </w:rPr>
      </w:pPr>
    </w:p>
    <w:p w:rsidR="0061089F" w:rsidRDefault="00D36124" w:rsidP="0061089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</w:t>
      </w:r>
      <w:r w:rsidRPr="002807FA">
        <w:rPr>
          <w:rFonts w:ascii="Arial Black" w:hAnsi="Arial Black" w:cs="Arial"/>
          <w:b/>
          <w:bCs/>
          <w:sz w:val="16"/>
        </w:rPr>
        <w:t>D) A COMPARISON OF COSTS</w:t>
      </w:r>
      <w:r w:rsidR="00420A9D">
        <w:rPr>
          <w:rFonts w:ascii="Arial Black" w:hAnsi="Arial Black" w:cs="Arial"/>
          <w:b/>
          <w:bCs/>
          <w:sz w:val="16"/>
        </w:rPr>
        <w:t xml:space="preserve"> (in K</w:t>
      </w:r>
      <w:r w:rsidR="00464E4B">
        <w:rPr>
          <w:rFonts w:ascii="Arial Black" w:hAnsi="Arial Black" w:cs="Arial"/>
          <w:b/>
          <w:bCs/>
          <w:sz w:val="16"/>
        </w:rPr>
        <w:t>wacha</w:t>
      </w:r>
      <w:r w:rsidR="006D7C0F">
        <w:rPr>
          <w:rFonts w:ascii="Arial Black" w:hAnsi="Arial Black" w:cs="Arial"/>
          <w:b/>
          <w:bCs/>
          <w:sz w:val="16"/>
        </w:rPr>
        <w:t>)</w:t>
      </w:r>
      <w:r w:rsidRPr="002807FA">
        <w:rPr>
          <w:rFonts w:ascii="Arial Black" w:hAnsi="Arial Black" w:cs="Arial"/>
          <w:b/>
          <w:bCs/>
          <w:sz w:val="16"/>
        </w:rPr>
        <w:t xml:space="preserve"> OF BASI</w:t>
      </w:r>
      <w:r w:rsidR="006D7C0F">
        <w:rPr>
          <w:rFonts w:ascii="Arial Black" w:hAnsi="Arial Black" w:cs="Arial"/>
          <w:b/>
          <w:bCs/>
          <w:sz w:val="16"/>
        </w:rPr>
        <w:t>C</w:t>
      </w:r>
      <w:r w:rsidR="000D23E5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A608BA">
        <w:rPr>
          <w:rFonts w:ascii="Arial Black" w:hAnsi="Arial Black" w:cs="Arial"/>
          <w:b/>
          <w:bCs/>
          <w:sz w:val="16"/>
        </w:rPr>
        <w:t>JUNE</w:t>
      </w:r>
    </w:p>
    <w:tbl>
      <w:tblPr>
        <w:tblW w:w="493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777"/>
        <w:gridCol w:w="777"/>
        <w:gridCol w:w="711"/>
        <w:gridCol w:w="839"/>
        <w:gridCol w:w="776"/>
        <w:gridCol w:w="776"/>
        <w:gridCol w:w="776"/>
        <w:gridCol w:w="776"/>
        <w:gridCol w:w="776"/>
        <w:gridCol w:w="892"/>
        <w:gridCol w:w="776"/>
        <w:gridCol w:w="812"/>
        <w:gridCol w:w="1080"/>
      </w:tblGrid>
      <w:tr w:rsidR="00DD05EA" w:rsidRPr="00057301" w:rsidTr="00DD05EA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3A0363" w:rsidRDefault="00DD05EA" w:rsidP="005B7D2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3A0363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963F5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EA" w:rsidRPr="00057301" w:rsidRDefault="00DD05EA" w:rsidP="005B7D2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063A5A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1E4F31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B16AFA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D06005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4228CD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963F5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B74758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EA" w:rsidRPr="00B74758" w:rsidRDefault="00DD05EA" w:rsidP="005B7D2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74758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EA" w:rsidRPr="00057301" w:rsidRDefault="00DD05EA" w:rsidP="005B7D2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F6726D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EA" w:rsidRPr="002468C8" w:rsidRDefault="00DD05EA" w:rsidP="005B7D2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2468C8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5EA" w:rsidRPr="00057301" w:rsidRDefault="00DD05EA" w:rsidP="005B7D2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D933FF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DD05EA" w:rsidRPr="00AC0944" w:rsidTr="00DD05EA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spacing w:before="120" w:line="276" w:lineRule="auto"/>
              <w:jc w:val="right"/>
              <w:rPr>
                <w:b/>
                <w:sz w:val="14"/>
                <w:szCs w:val="16"/>
                <w:highlight w:val="yellow"/>
              </w:rPr>
            </w:pPr>
            <w:r w:rsidRPr="00DD4F40">
              <w:rPr>
                <w:b/>
                <w:color w:val="000000"/>
                <w:sz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lang w:val="en-US"/>
              </w:rPr>
              <w:t>681.14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963F56" w:rsidRDefault="00DD05EA" w:rsidP="005B7D29">
            <w:pPr>
              <w:spacing w:before="120" w:line="276" w:lineRule="auto"/>
              <w:jc w:val="right"/>
              <w:rPr>
                <w:b/>
                <w:sz w:val="16"/>
                <w:szCs w:val="16"/>
                <w:highlight w:val="yellow"/>
              </w:rPr>
            </w:pPr>
            <w:r w:rsidRPr="00963F56">
              <w:rPr>
                <w:b/>
                <w:bCs/>
                <w:sz w:val="16"/>
                <w:lang w:val="en-US"/>
              </w:rPr>
              <w:t>2,3</w:t>
            </w:r>
            <w:r>
              <w:rPr>
                <w:b/>
                <w:bCs/>
                <w:sz w:val="16"/>
                <w:lang w:val="en-US"/>
              </w:rPr>
              <w:t>06</w:t>
            </w:r>
            <w:r w:rsidRPr="00963F56">
              <w:rPr>
                <w:b/>
                <w:bCs/>
                <w:sz w:val="16"/>
                <w:lang w:val="en-US"/>
              </w:rPr>
              <w:t>.</w:t>
            </w:r>
            <w:r>
              <w:rPr>
                <w:b/>
                <w:bCs/>
                <w:sz w:val="16"/>
                <w:lang w:val="en-US"/>
              </w:rPr>
              <w:t>54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EA" w:rsidRPr="00057301" w:rsidRDefault="00DD05EA" w:rsidP="005B7D29">
            <w:pPr>
              <w:spacing w:before="120"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bCs/>
                <w:color w:val="000000"/>
                <w:sz w:val="16"/>
                <w:lang w:val="en-US"/>
              </w:rPr>
              <w:t>-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spacing w:before="120"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 w:rsidRPr="0095340A">
              <w:rPr>
                <w:b/>
                <w:bCs/>
                <w:color w:val="000000"/>
                <w:sz w:val="16"/>
                <w:lang w:val="en-US"/>
              </w:rPr>
              <w:t>1,9</w:t>
            </w:r>
            <w:r>
              <w:rPr>
                <w:b/>
                <w:bCs/>
                <w:color w:val="000000"/>
                <w:sz w:val="16"/>
                <w:lang w:val="en-US"/>
              </w:rPr>
              <w:t>55.62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spacing w:before="120" w:line="276" w:lineRule="auto"/>
              <w:jc w:val="right"/>
              <w:rPr>
                <w:b/>
                <w:sz w:val="16"/>
                <w:szCs w:val="16"/>
                <w:highlight w:val="yellow"/>
              </w:rPr>
            </w:pPr>
            <w:r w:rsidRPr="00B16AFA">
              <w:rPr>
                <w:b/>
                <w:bCs/>
                <w:color w:val="000000"/>
                <w:sz w:val="16"/>
                <w:lang w:val="en-US"/>
              </w:rPr>
              <w:t>3,1</w:t>
            </w:r>
            <w:r>
              <w:rPr>
                <w:b/>
                <w:bCs/>
                <w:color w:val="000000"/>
                <w:sz w:val="16"/>
                <w:lang w:val="en-US"/>
              </w:rPr>
              <w:t>94</w:t>
            </w:r>
            <w:r w:rsidRPr="00B16AFA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33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05EA" w:rsidRPr="00D06005" w:rsidRDefault="00DD05EA" w:rsidP="005B7D29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color w:val="000000"/>
                <w:sz w:val="16"/>
                <w:szCs w:val="16"/>
                <w:highlight w:val="yellow"/>
                <w:lang w:val="en-US"/>
              </w:rPr>
            </w:pPr>
            <w:r w:rsidRPr="00D06005">
              <w:rPr>
                <w:b/>
                <w:bCs/>
                <w:color w:val="000000"/>
                <w:sz w:val="16"/>
                <w:lang w:val="en-US"/>
              </w:rPr>
              <w:t>3,</w:t>
            </w:r>
            <w:r>
              <w:rPr>
                <w:b/>
                <w:bCs/>
                <w:color w:val="000000"/>
                <w:sz w:val="16"/>
                <w:lang w:val="en-US"/>
              </w:rPr>
              <w:t>206</w:t>
            </w:r>
            <w:r w:rsidRPr="00D06005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17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4228CD">
              <w:rPr>
                <w:b/>
                <w:bCs/>
                <w:color w:val="000000"/>
                <w:sz w:val="16"/>
                <w:lang w:val="en-US"/>
              </w:rPr>
              <w:t>2,</w:t>
            </w:r>
            <w:r>
              <w:rPr>
                <w:b/>
                <w:bCs/>
                <w:color w:val="000000"/>
                <w:sz w:val="16"/>
                <w:lang w:val="en-US"/>
              </w:rPr>
              <w:t>320</w:t>
            </w:r>
            <w:r w:rsidRPr="004228CD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77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6F451D" w:rsidRDefault="00DD05EA" w:rsidP="005B7D29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6F451D">
              <w:rPr>
                <w:b/>
                <w:bCs/>
                <w:color w:val="000000"/>
                <w:sz w:val="16"/>
                <w:szCs w:val="16"/>
                <w:lang w:val="en-US"/>
              </w:rPr>
              <w:t>2,</w:t>
            </w: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372</w:t>
            </w:r>
            <w:r w:rsidRPr="006F451D">
              <w:rPr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77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5EA" w:rsidRPr="00057301" w:rsidRDefault="00DD05EA" w:rsidP="005B7D29">
            <w:pPr>
              <w:spacing w:before="120" w:line="276" w:lineRule="auto"/>
              <w:jc w:val="right"/>
              <w:rPr>
                <w:b/>
                <w:sz w:val="16"/>
                <w:szCs w:val="16"/>
                <w:highlight w:val="yellow"/>
              </w:rPr>
            </w:pPr>
            <w:r w:rsidRPr="00B74758">
              <w:rPr>
                <w:b/>
                <w:color w:val="000000"/>
                <w:sz w:val="16"/>
                <w:lang w:val="en-US"/>
              </w:rPr>
              <w:t>1,6</w:t>
            </w:r>
            <w:r>
              <w:rPr>
                <w:b/>
                <w:color w:val="000000"/>
                <w:sz w:val="16"/>
                <w:lang w:val="en-US"/>
              </w:rPr>
              <w:t>82</w:t>
            </w:r>
            <w:r w:rsidRPr="00B74758">
              <w:rPr>
                <w:b/>
                <w:color w:val="000000"/>
                <w:sz w:val="16"/>
                <w:lang w:val="en-US"/>
              </w:rPr>
              <w:t>.</w:t>
            </w:r>
            <w:r>
              <w:rPr>
                <w:b/>
                <w:color w:val="000000"/>
                <w:sz w:val="16"/>
                <w:lang w:val="en-US"/>
              </w:rPr>
              <w:t>76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EA" w:rsidRPr="00B74758" w:rsidRDefault="00DD05EA" w:rsidP="005B7D29">
            <w:pPr>
              <w:spacing w:before="120"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 w:rsidRPr="00B74758">
              <w:rPr>
                <w:b/>
                <w:bCs/>
                <w:color w:val="000000"/>
                <w:sz w:val="16"/>
                <w:lang w:val="en-US"/>
              </w:rPr>
              <w:t>2,</w:t>
            </w:r>
            <w:r>
              <w:rPr>
                <w:b/>
                <w:bCs/>
                <w:color w:val="000000"/>
                <w:sz w:val="16"/>
                <w:lang w:val="en-US"/>
              </w:rPr>
              <w:t>625</w:t>
            </w:r>
            <w:r w:rsidRPr="00B74758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35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EA" w:rsidRPr="00057301" w:rsidRDefault="00DD05EA" w:rsidP="005B7D29">
            <w:pPr>
              <w:spacing w:before="120" w:line="276" w:lineRule="auto"/>
              <w:jc w:val="right"/>
              <w:rPr>
                <w:b/>
                <w:color w:val="000000"/>
                <w:sz w:val="14"/>
                <w:szCs w:val="14"/>
                <w:highlight w:val="yellow"/>
                <w:lang w:val="en-US"/>
              </w:rPr>
            </w:pPr>
            <w:r w:rsidRPr="00F6726D">
              <w:rPr>
                <w:b/>
                <w:bCs/>
                <w:color w:val="000000"/>
                <w:sz w:val="16"/>
                <w:lang w:val="en-US"/>
              </w:rPr>
              <w:t>2,</w:t>
            </w:r>
            <w:r>
              <w:rPr>
                <w:b/>
                <w:bCs/>
                <w:color w:val="000000"/>
                <w:sz w:val="16"/>
                <w:lang w:val="en-US"/>
              </w:rPr>
              <w:t>593</w:t>
            </w:r>
            <w:r w:rsidRPr="00F6726D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90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EA" w:rsidRPr="002468C8" w:rsidRDefault="00DD05EA" w:rsidP="005B7D29">
            <w:pPr>
              <w:spacing w:before="120" w:line="276" w:lineRule="auto"/>
              <w:ind w:left="-312"/>
              <w:jc w:val="right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2468C8">
              <w:rPr>
                <w:b/>
                <w:bCs/>
                <w:color w:val="000000"/>
                <w:sz w:val="16"/>
                <w:lang w:val="en-US"/>
              </w:rPr>
              <w:t>2, 9</w:t>
            </w:r>
            <w:r>
              <w:rPr>
                <w:b/>
                <w:bCs/>
                <w:color w:val="000000"/>
                <w:sz w:val="16"/>
                <w:lang w:val="en-US"/>
              </w:rPr>
              <w:t>72</w:t>
            </w:r>
            <w:r w:rsidRPr="002468C8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62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5EA" w:rsidRPr="00820449" w:rsidRDefault="00DD05EA" w:rsidP="005B7D29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lang w:val="en-US"/>
              </w:rPr>
              <w:t>-</w:t>
            </w:r>
          </w:p>
        </w:tc>
      </w:tr>
    </w:tbl>
    <w:p w:rsidR="001A2876" w:rsidRPr="001A2876" w:rsidRDefault="001A2876" w:rsidP="001A2876">
      <w:pPr>
        <w:rPr>
          <w:sz w:val="8"/>
        </w:rPr>
      </w:pPr>
    </w:p>
    <w:p w:rsidR="00187AD1" w:rsidRDefault="00187AD1" w:rsidP="001A2876">
      <w:pPr>
        <w:jc w:val="center"/>
        <w:rPr>
          <w:rStyle w:val="Emphasis"/>
          <w:sz w:val="14"/>
          <w:szCs w:val="14"/>
        </w:rPr>
      </w:pPr>
      <w:r w:rsidRPr="009B6856">
        <w:rPr>
          <w:rStyle w:val="Emphasis"/>
          <w:sz w:val="14"/>
          <w:szCs w:val="14"/>
        </w:rPr>
        <w:t>This survey was conducted on</w:t>
      </w:r>
      <w:r w:rsidR="00F526DB" w:rsidRPr="009B6856">
        <w:rPr>
          <w:rStyle w:val="Emphasis"/>
          <w:b/>
          <w:sz w:val="14"/>
          <w:szCs w:val="14"/>
        </w:rPr>
        <w:t xml:space="preserve"> 2</w:t>
      </w:r>
      <w:r w:rsidR="00DD05EA">
        <w:rPr>
          <w:rStyle w:val="Emphasis"/>
          <w:b/>
          <w:sz w:val="14"/>
          <w:szCs w:val="14"/>
        </w:rPr>
        <w:t>5</w:t>
      </w:r>
      <w:r w:rsidR="00C94DD3" w:rsidRPr="009B6856">
        <w:rPr>
          <w:rStyle w:val="Emphasis"/>
          <w:b/>
          <w:sz w:val="14"/>
          <w:szCs w:val="14"/>
          <w:vertAlign w:val="superscript"/>
        </w:rPr>
        <w:t>th</w:t>
      </w:r>
      <w:r w:rsidR="00C94DD3" w:rsidRPr="009B6856">
        <w:rPr>
          <w:rStyle w:val="Emphasis"/>
          <w:b/>
          <w:sz w:val="14"/>
          <w:szCs w:val="14"/>
        </w:rPr>
        <w:t xml:space="preserve"> </w:t>
      </w:r>
      <w:r w:rsidR="00DD05EA">
        <w:rPr>
          <w:rStyle w:val="Emphasis"/>
          <w:b/>
          <w:sz w:val="14"/>
          <w:szCs w:val="14"/>
        </w:rPr>
        <w:t>June</w:t>
      </w:r>
      <w:proofErr w:type="gramStart"/>
      <w:r w:rsidR="00E547E1">
        <w:rPr>
          <w:rStyle w:val="Emphasis"/>
          <w:b/>
          <w:sz w:val="14"/>
          <w:szCs w:val="14"/>
        </w:rPr>
        <w:t xml:space="preserve">, </w:t>
      </w:r>
      <w:r w:rsidR="00A03A24" w:rsidRPr="009B6856">
        <w:rPr>
          <w:rStyle w:val="Emphasis"/>
          <w:b/>
          <w:sz w:val="14"/>
          <w:szCs w:val="14"/>
        </w:rPr>
        <w:t xml:space="preserve"> </w:t>
      </w:r>
      <w:r w:rsidR="00516930" w:rsidRPr="009B6856">
        <w:rPr>
          <w:rStyle w:val="Emphasis"/>
          <w:b/>
          <w:sz w:val="14"/>
          <w:szCs w:val="14"/>
        </w:rPr>
        <w:t>201</w:t>
      </w:r>
      <w:r w:rsidR="00806196" w:rsidRPr="009B6856">
        <w:rPr>
          <w:rStyle w:val="Emphasis"/>
          <w:b/>
          <w:sz w:val="14"/>
          <w:szCs w:val="14"/>
        </w:rPr>
        <w:t>4</w:t>
      </w:r>
      <w:proofErr w:type="gramEnd"/>
      <w:r w:rsidRPr="009B6856">
        <w:rPr>
          <w:rStyle w:val="Emphasis"/>
          <w:b/>
          <w:bCs/>
          <w:sz w:val="14"/>
          <w:szCs w:val="14"/>
        </w:rPr>
        <w:t xml:space="preserve"> </w:t>
      </w:r>
      <w:r w:rsidRPr="009B6856">
        <w:rPr>
          <w:rStyle w:val="Emphasis"/>
          <w:sz w:val="14"/>
          <w:szCs w:val="14"/>
        </w:rPr>
        <w:t xml:space="preserve">by the Social </w:t>
      </w:r>
      <w:r w:rsidR="00806196" w:rsidRPr="009B6856">
        <w:rPr>
          <w:rStyle w:val="Emphasis"/>
          <w:sz w:val="14"/>
          <w:szCs w:val="14"/>
        </w:rPr>
        <w:t>and Economic Development</w:t>
      </w:r>
      <w:r w:rsidRPr="009B6856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</w:t>
      </w:r>
      <w:proofErr w:type="spellStart"/>
      <w:r w:rsidRPr="009B6856">
        <w:rPr>
          <w:rStyle w:val="Emphasis"/>
          <w:sz w:val="14"/>
          <w:szCs w:val="14"/>
        </w:rPr>
        <w:t>Masala</w:t>
      </w:r>
      <w:proofErr w:type="spellEnd"/>
      <w:r w:rsidRPr="009B6856">
        <w:rPr>
          <w:rStyle w:val="Emphasis"/>
          <w:sz w:val="14"/>
          <w:szCs w:val="14"/>
        </w:rPr>
        <w:t xml:space="preserve"> Market, </w:t>
      </w:r>
      <w:proofErr w:type="spellStart"/>
      <w:r w:rsidRPr="009B6856">
        <w:rPr>
          <w:rStyle w:val="Emphasis"/>
          <w:sz w:val="14"/>
          <w:szCs w:val="14"/>
        </w:rPr>
        <w:t>Twapia</w:t>
      </w:r>
      <w:proofErr w:type="spellEnd"/>
      <w:r w:rsidRPr="009B6856">
        <w:rPr>
          <w:rStyle w:val="Emphasis"/>
          <w:sz w:val="14"/>
          <w:szCs w:val="14"/>
        </w:rPr>
        <w:t xml:space="preserve"> Market, </w:t>
      </w:r>
      <w:proofErr w:type="spellStart"/>
      <w:r w:rsidRPr="009B6856">
        <w:rPr>
          <w:rStyle w:val="Emphasis"/>
          <w:sz w:val="14"/>
          <w:szCs w:val="14"/>
        </w:rPr>
        <w:t>Mushili</w:t>
      </w:r>
      <w:proofErr w:type="spellEnd"/>
      <w:r w:rsidRPr="009B6856">
        <w:rPr>
          <w:rStyle w:val="Emphasis"/>
          <w:sz w:val="14"/>
          <w:szCs w:val="14"/>
        </w:rPr>
        <w:t xml:space="preserve"> Market</w:t>
      </w:r>
      <w:r w:rsidR="00A03A24" w:rsidRPr="009B6856">
        <w:rPr>
          <w:rStyle w:val="Emphasis"/>
          <w:sz w:val="14"/>
          <w:szCs w:val="14"/>
        </w:rPr>
        <w:t xml:space="preserve">, </w:t>
      </w:r>
      <w:proofErr w:type="spellStart"/>
      <w:r w:rsidR="00A03A24" w:rsidRPr="009B6856">
        <w:rPr>
          <w:rStyle w:val="Emphasis"/>
          <w:sz w:val="14"/>
          <w:szCs w:val="14"/>
        </w:rPr>
        <w:t>Lubuto</w:t>
      </w:r>
      <w:proofErr w:type="spellEnd"/>
      <w:r w:rsidR="00A03A24" w:rsidRPr="009B6856">
        <w:rPr>
          <w:rStyle w:val="Emphasis"/>
          <w:sz w:val="14"/>
          <w:szCs w:val="14"/>
        </w:rPr>
        <w:t xml:space="preserve"> Market, </w:t>
      </w:r>
      <w:proofErr w:type="spellStart"/>
      <w:r w:rsidR="00A03A24" w:rsidRPr="009B6856">
        <w:rPr>
          <w:rStyle w:val="Emphasis"/>
          <w:sz w:val="14"/>
          <w:szCs w:val="14"/>
        </w:rPr>
        <w:t>Chifubu</w:t>
      </w:r>
      <w:proofErr w:type="spellEnd"/>
      <w:r w:rsidR="00A03A24" w:rsidRPr="009B6856">
        <w:rPr>
          <w:rStyle w:val="Emphasis"/>
          <w:sz w:val="14"/>
          <w:szCs w:val="14"/>
        </w:rPr>
        <w:t xml:space="preserve"> Market, </w:t>
      </w:r>
      <w:r w:rsidR="00E547E1">
        <w:rPr>
          <w:rStyle w:val="Emphasis"/>
          <w:sz w:val="14"/>
          <w:szCs w:val="14"/>
        </w:rPr>
        <w:t>P</w:t>
      </w:r>
      <w:r w:rsidR="00A03A24" w:rsidRPr="009B6856">
        <w:rPr>
          <w:rStyle w:val="Emphasis"/>
          <w:sz w:val="14"/>
          <w:szCs w:val="14"/>
        </w:rPr>
        <w:t xml:space="preserve">ick “n’ </w:t>
      </w:r>
      <w:r w:rsidR="00E547E1">
        <w:rPr>
          <w:rStyle w:val="Emphasis"/>
          <w:sz w:val="14"/>
          <w:szCs w:val="14"/>
        </w:rPr>
        <w:t>P</w:t>
      </w:r>
      <w:r w:rsidR="00A03A24" w:rsidRPr="009B6856">
        <w:rPr>
          <w:rStyle w:val="Emphasis"/>
          <w:sz w:val="14"/>
          <w:szCs w:val="14"/>
        </w:rPr>
        <w:t xml:space="preserve">ay and </w:t>
      </w:r>
      <w:r w:rsidRPr="009B6856">
        <w:rPr>
          <w:rStyle w:val="Emphasis"/>
          <w:sz w:val="14"/>
          <w:szCs w:val="14"/>
        </w:rPr>
        <w:t>To</w:t>
      </w:r>
      <w:r w:rsidR="00AC7092" w:rsidRPr="009B6856">
        <w:rPr>
          <w:rStyle w:val="Emphasis"/>
          <w:sz w:val="14"/>
          <w:szCs w:val="14"/>
        </w:rPr>
        <w:t xml:space="preserve">wn Centre Shoprite.  </w:t>
      </w:r>
      <w:proofErr w:type="gramStart"/>
      <w:r w:rsidR="00AC7092" w:rsidRPr="009B6856">
        <w:rPr>
          <w:rStyle w:val="Emphasis"/>
          <w:sz w:val="14"/>
          <w:szCs w:val="14"/>
        </w:rPr>
        <w:t xml:space="preserve">Additional </w:t>
      </w:r>
      <w:r w:rsidRPr="009B6856">
        <w:rPr>
          <w:rStyle w:val="Emphasis"/>
          <w:sz w:val="14"/>
          <w:szCs w:val="14"/>
        </w:rPr>
        <w:t xml:space="preserve">information was obtained from ZESCO, the </w:t>
      </w:r>
      <w:proofErr w:type="spellStart"/>
      <w:r w:rsidRPr="009B6856">
        <w:rPr>
          <w:rStyle w:val="Emphasis"/>
          <w:sz w:val="14"/>
          <w:szCs w:val="14"/>
        </w:rPr>
        <w:t>Kufubu</w:t>
      </w:r>
      <w:proofErr w:type="spellEnd"/>
      <w:r w:rsidRPr="009B6856">
        <w:rPr>
          <w:rStyle w:val="Emphasis"/>
          <w:sz w:val="14"/>
          <w:szCs w:val="14"/>
        </w:rPr>
        <w:t xml:space="preserve"> Water and Sewerage Company and schools, clinics a</w:t>
      </w:r>
      <w:r w:rsidR="00A03A24" w:rsidRPr="009B6856">
        <w:rPr>
          <w:rStyle w:val="Emphasis"/>
          <w:sz w:val="14"/>
          <w:szCs w:val="14"/>
        </w:rPr>
        <w:t>nd houses around Ndola.</w:t>
      </w:r>
      <w:proofErr w:type="gramEnd"/>
      <w:r w:rsidR="00A03A24" w:rsidRPr="009B6856">
        <w:rPr>
          <w:rStyle w:val="Emphasis"/>
          <w:sz w:val="14"/>
          <w:szCs w:val="14"/>
        </w:rPr>
        <w:t xml:space="preserve">  </w:t>
      </w:r>
      <w:r w:rsidR="00A03A24" w:rsidRPr="001808B5">
        <w:rPr>
          <w:rStyle w:val="Emphasis"/>
          <w:sz w:val="14"/>
          <w:szCs w:val="14"/>
        </w:rPr>
        <w:t xml:space="preserve">The </w:t>
      </w:r>
      <w:r w:rsidR="00DD05EA">
        <w:rPr>
          <w:rStyle w:val="Emphasis"/>
          <w:sz w:val="14"/>
          <w:szCs w:val="14"/>
        </w:rPr>
        <w:t>June</w:t>
      </w:r>
      <w:r w:rsidR="0081557D" w:rsidRPr="001808B5">
        <w:rPr>
          <w:rStyle w:val="Emphasis"/>
          <w:sz w:val="14"/>
          <w:szCs w:val="14"/>
        </w:rPr>
        <w:t xml:space="preserve"> </w:t>
      </w:r>
      <w:r w:rsidRPr="001808B5">
        <w:rPr>
          <w:rStyle w:val="Emphasis"/>
          <w:sz w:val="14"/>
          <w:szCs w:val="14"/>
        </w:rPr>
        <w:t xml:space="preserve">Basic Needs Basket is approximately </w:t>
      </w:r>
      <w:r w:rsidRPr="00B25ED9">
        <w:rPr>
          <w:rStyle w:val="Emphasis"/>
          <w:b/>
          <w:bCs/>
          <w:sz w:val="14"/>
          <w:szCs w:val="14"/>
        </w:rPr>
        <w:t>US$</w:t>
      </w:r>
      <w:r w:rsidR="001808B5" w:rsidRPr="00B25ED9">
        <w:rPr>
          <w:rStyle w:val="Emphasis"/>
          <w:b/>
          <w:bCs/>
          <w:sz w:val="14"/>
          <w:szCs w:val="14"/>
        </w:rPr>
        <w:t xml:space="preserve"> </w:t>
      </w:r>
      <w:r w:rsidR="00DD05EA">
        <w:rPr>
          <w:rStyle w:val="Emphasis"/>
          <w:b/>
          <w:bCs/>
          <w:sz w:val="14"/>
          <w:szCs w:val="14"/>
        </w:rPr>
        <w:t>527</w:t>
      </w:r>
      <w:r w:rsidR="00B25ED9" w:rsidRPr="00B25ED9">
        <w:rPr>
          <w:rStyle w:val="Emphasis"/>
          <w:b/>
          <w:bCs/>
          <w:sz w:val="14"/>
          <w:szCs w:val="14"/>
        </w:rPr>
        <w:t xml:space="preserve"> </w:t>
      </w:r>
      <w:r w:rsidR="00C94DD3" w:rsidRPr="00B25ED9">
        <w:rPr>
          <w:rStyle w:val="Emphasis"/>
          <w:sz w:val="14"/>
          <w:szCs w:val="14"/>
        </w:rPr>
        <w:t xml:space="preserve">based upon the </w:t>
      </w:r>
      <w:r w:rsidRPr="00B25ED9">
        <w:rPr>
          <w:rStyle w:val="Emphasis"/>
          <w:sz w:val="14"/>
          <w:szCs w:val="14"/>
        </w:rPr>
        <w:t xml:space="preserve">rate of </w:t>
      </w:r>
      <w:r w:rsidR="006C0DB8" w:rsidRPr="00B25ED9">
        <w:rPr>
          <w:rStyle w:val="Emphasis"/>
          <w:b/>
          <w:sz w:val="14"/>
          <w:szCs w:val="14"/>
        </w:rPr>
        <w:t>K</w:t>
      </w:r>
      <w:r w:rsidR="001808B5" w:rsidRPr="00B25ED9">
        <w:rPr>
          <w:rStyle w:val="Emphasis"/>
          <w:b/>
          <w:sz w:val="14"/>
          <w:szCs w:val="14"/>
        </w:rPr>
        <w:t>6.</w:t>
      </w:r>
      <w:r w:rsidR="00DD05EA">
        <w:rPr>
          <w:rStyle w:val="Emphasis"/>
          <w:b/>
          <w:sz w:val="14"/>
          <w:szCs w:val="14"/>
        </w:rPr>
        <w:t xml:space="preserve">0614 </w:t>
      </w:r>
      <w:r w:rsidRPr="001808B5">
        <w:rPr>
          <w:rStyle w:val="Emphasis"/>
          <w:sz w:val="14"/>
          <w:szCs w:val="14"/>
        </w:rPr>
        <w:t>per</w:t>
      </w:r>
      <w:r w:rsidR="000D63DF" w:rsidRPr="001808B5">
        <w:rPr>
          <w:rStyle w:val="Emphasis"/>
          <w:sz w:val="14"/>
          <w:szCs w:val="14"/>
        </w:rPr>
        <w:t xml:space="preserve"> US$ p</w:t>
      </w:r>
      <w:r w:rsidR="000D23E5" w:rsidRPr="001808B5">
        <w:rPr>
          <w:rStyle w:val="Emphasis"/>
          <w:sz w:val="14"/>
          <w:szCs w:val="14"/>
        </w:rPr>
        <w:t>revailing on</w:t>
      </w:r>
      <w:r w:rsidR="000D379C" w:rsidRPr="001808B5">
        <w:rPr>
          <w:rStyle w:val="Emphasis"/>
          <w:sz w:val="14"/>
          <w:szCs w:val="14"/>
        </w:rPr>
        <w:t xml:space="preserve"> </w:t>
      </w:r>
      <w:r w:rsidR="003E0491" w:rsidRPr="001808B5">
        <w:rPr>
          <w:rStyle w:val="Emphasis"/>
          <w:b/>
          <w:sz w:val="14"/>
          <w:szCs w:val="14"/>
        </w:rPr>
        <w:t xml:space="preserve">the </w:t>
      </w:r>
      <w:r w:rsidR="001808B5" w:rsidRPr="001808B5">
        <w:rPr>
          <w:rStyle w:val="Emphasis"/>
          <w:b/>
          <w:sz w:val="14"/>
          <w:szCs w:val="14"/>
        </w:rPr>
        <w:t>day of data collection</w:t>
      </w:r>
      <w:r w:rsidRPr="001808B5">
        <w:rPr>
          <w:rStyle w:val="Emphasis"/>
          <w:sz w:val="14"/>
          <w:szCs w:val="14"/>
        </w:rPr>
        <w:t>.  Please note that other monthly costs would include personal care, clothing, recreation, etc.</w:t>
      </w:r>
    </w:p>
    <w:p w:rsidR="009B6856" w:rsidRPr="009B6856" w:rsidRDefault="009B6856" w:rsidP="001A2876">
      <w:pPr>
        <w:jc w:val="center"/>
        <w:rPr>
          <w:sz w:val="14"/>
          <w:szCs w:val="14"/>
        </w:rPr>
      </w:pPr>
    </w:p>
    <w:p w:rsidR="00187AD1" w:rsidRPr="009B6856" w:rsidRDefault="00187AD1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9B6856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187AD1" w:rsidRPr="009B6856" w:rsidRDefault="00187AD1" w:rsidP="00187AD1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9B6856">
        <w:rPr>
          <w:b/>
          <w:bCs/>
          <w:sz w:val="16"/>
          <w:szCs w:val="16"/>
        </w:rPr>
        <w:t xml:space="preserve">Tel: 260-211-290-410 </w:t>
      </w:r>
      <w:r w:rsidRPr="009B6856">
        <w:rPr>
          <w:b/>
          <w:bCs/>
          <w:sz w:val="16"/>
          <w:szCs w:val="16"/>
          <w:lang w:val="fr-FR"/>
        </w:rPr>
        <w:t xml:space="preserve">Fax: 260-211-290-759 E-mail: </w:t>
      </w:r>
      <w:hyperlink r:id="rId7" w:history="1">
        <w:r w:rsidRPr="009B6856">
          <w:rPr>
            <w:rStyle w:val="Hyperlink"/>
            <w:b/>
            <w:bCs/>
            <w:sz w:val="16"/>
            <w:szCs w:val="16"/>
            <w:lang w:val="fr-FR"/>
          </w:rPr>
          <w:t>basicjctr@jesuits.org.zm</w:t>
        </w:r>
      </w:hyperlink>
      <w:r w:rsidRPr="009B6856">
        <w:rPr>
          <w:b/>
          <w:bCs/>
          <w:sz w:val="16"/>
          <w:szCs w:val="16"/>
          <w:lang w:val="fr-FR"/>
        </w:rPr>
        <w:t xml:space="preserve">  Internet: </w:t>
      </w:r>
      <w:hyperlink r:id="rId8" w:history="1">
        <w:r w:rsidRPr="009B6856">
          <w:rPr>
            <w:rStyle w:val="Hyperlink"/>
            <w:b/>
            <w:bCs/>
            <w:sz w:val="16"/>
            <w:szCs w:val="16"/>
            <w:lang w:val="fr-FR"/>
          </w:rPr>
          <w:t>www.jctr.org.zm</w:t>
        </w:r>
      </w:hyperlink>
    </w:p>
    <w:p w:rsidR="00420FAC" w:rsidRPr="009B6856" w:rsidRDefault="00420FAC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9B6856">
        <w:rPr>
          <w:b/>
          <w:bCs/>
          <w:sz w:val="16"/>
          <w:szCs w:val="16"/>
        </w:rPr>
        <w:t>Location: 3813 Martin Mwamba Road, Olympia Park, Lusaka</w:t>
      </w:r>
    </w:p>
    <w:sectPr w:rsidR="00420FAC" w:rsidRPr="009B6856" w:rsidSect="00420FAC"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70B" w:rsidRDefault="005F070B" w:rsidP="00D71022">
      <w:r>
        <w:separator/>
      </w:r>
    </w:p>
  </w:endnote>
  <w:endnote w:type="continuationSeparator" w:id="0">
    <w:p w:rsidR="005F070B" w:rsidRDefault="005F070B" w:rsidP="00D71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70B" w:rsidRDefault="005F070B" w:rsidP="00D71022">
      <w:r>
        <w:separator/>
      </w:r>
    </w:p>
  </w:footnote>
  <w:footnote w:type="continuationSeparator" w:id="0">
    <w:p w:rsidR="005F070B" w:rsidRDefault="005F070B" w:rsidP="00D710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attachedTemplate r:id="rId1"/>
  <w:defaultTabStop w:val="720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3F5D41"/>
    <w:rsid w:val="00003699"/>
    <w:rsid w:val="00016C60"/>
    <w:rsid w:val="0002384C"/>
    <w:rsid w:val="000413A5"/>
    <w:rsid w:val="00047007"/>
    <w:rsid w:val="000479AC"/>
    <w:rsid w:val="00050AC4"/>
    <w:rsid w:val="00054541"/>
    <w:rsid w:val="00060F24"/>
    <w:rsid w:val="000669FB"/>
    <w:rsid w:val="00073355"/>
    <w:rsid w:val="000774CA"/>
    <w:rsid w:val="00083CA6"/>
    <w:rsid w:val="000A1863"/>
    <w:rsid w:val="000B4471"/>
    <w:rsid w:val="000D23E5"/>
    <w:rsid w:val="000D379C"/>
    <w:rsid w:val="000D63C5"/>
    <w:rsid w:val="000D63DF"/>
    <w:rsid w:val="000E03FF"/>
    <w:rsid w:val="000E2A10"/>
    <w:rsid w:val="000F1954"/>
    <w:rsid w:val="00120A3D"/>
    <w:rsid w:val="00130B64"/>
    <w:rsid w:val="00157476"/>
    <w:rsid w:val="00170649"/>
    <w:rsid w:val="001808B5"/>
    <w:rsid w:val="00187AD1"/>
    <w:rsid w:val="001923B9"/>
    <w:rsid w:val="001930D0"/>
    <w:rsid w:val="001A2876"/>
    <w:rsid w:val="001B1759"/>
    <w:rsid w:val="001D08BD"/>
    <w:rsid w:val="001E1EC8"/>
    <w:rsid w:val="002002CC"/>
    <w:rsid w:val="002516F8"/>
    <w:rsid w:val="00263C30"/>
    <w:rsid w:val="002807FA"/>
    <w:rsid w:val="002E11C0"/>
    <w:rsid w:val="002F62DF"/>
    <w:rsid w:val="00322C7B"/>
    <w:rsid w:val="00323837"/>
    <w:rsid w:val="00333CF8"/>
    <w:rsid w:val="003370AF"/>
    <w:rsid w:val="0034596A"/>
    <w:rsid w:val="00362199"/>
    <w:rsid w:val="0038115A"/>
    <w:rsid w:val="0039754C"/>
    <w:rsid w:val="003E0491"/>
    <w:rsid w:val="003E3168"/>
    <w:rsid w:val="003E48A1"/>
    <w:rsid w:val="003F5D41"/>
    <w:rsid w:val="00420A9D"/>
    <w:rsid w:val="00420FAC"/>
    <w:rsid w:val="00421332"/>
    <w:rsid w:val="00422C91"/>
    <w:rsid w:val="00426FF8"/>
    <w:rsid w:val="004276EB"/>
    <w:rsid w:val="0045033D"/>
    <w:rsid w:val="00455038"/>
    <w:rsid w:val="004624FC"/>
    <w:rsid w:val="00463D3D"/>
    <w:rsid w:val="00464E4B"/>
    <w:rsid w:val="00467567"/>
    <w:rsid w:val="0049511C"/>
    <w:rsid w:val="004A5C35"/>
    <w:rsid w:val="00512146"/>
    <w:rsid w:val="00512F51"/>
    <w:rsid w:val="00516930"/>
    <w:rsid w:val="00521E87"/>
    <w:rsid w:val="00541420"/>
    <w:rsid w:val="0055685D"/>
    <w:rsid w:val="005574CD"/>
    <w:rsid w:val="0056086B"/>
    <w:rsid w:val="00566A5F"/>
    <w:rsid w:val="005707B9"/>
    <w:rsid w:val="00590334"/>
    <w:rsid w:val="005A7E31"/>
    <w:rsid w:val="005D3E5C"/>
    <w:rsid w:val="005F070B"/>
    <w:rsid w:val="005F40F0"/>
    <w:rsid w:val="00610737"/>
    <w:rsid w:val="0061089F"/>
    <w:rsid w:val="00625F62"/>
    <w:rsid w:val="006533A8"/>
    <w:rsid w:val="0067609F"/>
    <w:rsid w:val="00683A86"/>
    <w:rsid w:val="006911F3"/>
    <w:rsid w:val="006C0DB8"/>
    <w:rsid w:val="006C246F"/>
    <w:rsid w:val="006D6D5C"/>
    <w:rsid w:val="006D7C0F"/>
    <w:rsid w:val="00716A43"/>
    <w:rsid w:val="00716F57"/>
    <w:rsid w:val="00732AC9"/>
    <w:rsid w:val="00763204"/>
    <w:rsid w:val="00771565"/>
    <w:rsid w:val="007717C0"/>
    <w:rsid w:val="007833A7"/>
    <w:rsid w:val="00784D80"/>
    <w:rsid w:val="0079661B"/>
    <w:rsid w:val="007A4FB3"/>
    <w:rsid w:val="007B2189"/>
    <w:rsid w:val="007B6C40"/>
    <w:rsid w:val="007C7D1F"/>
    <w:rsid w:val="00806196"/>
    <w:rsid w:val="008068CC"/>
    <w:rsid w:val="0081557D"/>
    <w:rsid w:val="008362C6"/>
    <w:rsid w:val="008577F5"/>
    <w:rsid w:val="008579C8"/>
    <w:rsid w:val="0086726F"/>
    <w:rsid w:val="00881F02"/>
    <w:rsid w:val="008917F3"/>
    <w:rsid w:val="00891BB9"/>
    <w:rsid w:val="008B1394"/>
    <w:rsid w:val="008C6336"/>
    <w:rsid w:val="008D02FD"/>
    <w:rsid w:val="008D51D9"/>
    <w:rsid w:val="008E7E30"/>
    <w:rsid w:val="00900C7F"/>
    <w:rsid w:val="00905974"/>
    <w:rsid w:val="00923CCB"/>
    <w:rsid w:val="009246C9"/>
    <w:rsid w:val="00960767"/>
    <w:rsid w:val="00970484"/>
    <w:rsid w:val="009704B4"/>
    <w:rsid w:val="0098770A"/>
    <w:rsid w:val="009902E9"/>
    <w:rsid w:val="009B6856"/>
    <w:rsid w:val="009C4B67"/>
    <w:rsid w:val="009C7397"/>
    <w:rsid w:val="009F179D"/>
    <w:rsid w:val="009F77BA"/>
    <w:rsid w:val="00A023C4"/>
    <w:rsid w:val="00A03A24"/>
    <w:rsid w:val="00A0454F"/>
    <w:rsid w:val="00A13194"/>
    <w:rsid w:val="00A272A4"/>
    <w:rsid w:val="00A523AA"/>
    <w:rsid w:val="00A608BA"/>
    <w:rsid w:val="00A637F9"/>
    <w:rsid w:val="00AC7092"/>
    <w:rsid w:val="00AD5CDE"/>
    <w:rsid w:val="00B03674"/>
    <w:rsid w:val="00B25ED9"/>
    <w:rsid w:val="00B50067"/>
    <w:rsid w:val="00B539A0"/>
    <w:rsid w:val="00B741BB"/>
    <w:rsid w:val="00BA4452"/>
    <w:rsid w:val="00BE53C1"/>
    <w:rsid w:val="00BF23B7"/>
    <w:rsid w:val="00C01C38"/>
    <w:rsid w:val="00C02579"/>
    <w:rsid w:val="00C37C0B"/>
    <w:rsid w:val="00C72291"/>
    <w:rsid w:val="00C75972"/>
    <w:rsid w:val="00C759D0"/>
    <w:rsid w:val="00C8022B"/>
    <w:rsid w:val="00C94DD3"/>
    <w:rsid w:val="00CB61AE"/>
    <w:rsid w:val="00CC007F"/>
    <w:rsid w:val="00CC129E"/>
    <w:rsid w:val="00D13BBF"/>
    <w:rsid w:val="00D31759"/>
    <w:rsid w:val="00D36124"/>
    <w:rsid w:val="00D41079"/>
    <w:rsid w:val="00D418E9"/>
    <w:rsid w:val="00D5026E"/>
    <w:rsid w:val="00D554D6"/>
    <w:rsid w:val="00D7096E"/>
    <w:rsid w:val="00D71022"/>
    <w:rsid w:val="00D7633D"/>
    <w:rsid w:val="00DA3816"/>
    <w:rsid w:val="00DD05EA"/>
    <w:rsid w:val="00DF42A2"/>
    <w:rsid w:val="00DF7B25"/>
    <w:rsid w:val="00E02334"/>
    <w:rsid w:val="00E169D7"/>
    <w:rsid w:val="00E17579"/>
    <w:rsid w:val="00E222A5"/>
    <w:rsid w:val="00E23D0D"/>
    <w:rsid w:val="00E35FB2"/>
    <w:rsid w:val="00E547E1"/>
    <w:rsid w:val="00E6746F"/>
    <w:rsid w:val="00E6766D"/>
    <w:rsid w:val="00EB36D0"/>
    <w:rsid w:val="00EC1E66"/>
    <w:rsid w:val="00EC7C2E"/>
    <w:rsid w:val="00ED2C0B"/>
    <w:rsid w:val="00EE247C"/>
    <w:rsid w:val="00F028BA"/>
    <w:rsid w:val="00F07997"/>
    <w:rsid w:val="00F14FE7"/>
    <w:rsid w:val="00F32AD8"/>
    <w:rsid w:val="00F377D7"/>
    <w:rsid w:val="00F526DB"/>
    <w:rsid w:val="00F5628E"/>
    <w:rsid w:val="00F83A3C"/>
    <w:rsid w:val="00F83D22"/>
    <w:rsid w:val="00F85DA7"/>
    <w:rsid w:val="00F86D04"/>
    <w:rsid w:val="00F937C8"/>
    <w:rsid w:val="00F952DC"/>
    <w:rsid w:val="00FA3505"/>
    <w:rsid w:val="00FC2FAE"/>
    <w:rsid w:val="00FD720A"/>
    <w:rsid w:val="00FE28A7"/>
    <w:rsid w:val="00FF36E6"/>
    <w:rsid w:val="00FF4BD8"/>
    <w:rsid w:val="00FF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AD1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7AD1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87AD1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87AD1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87AD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187AD1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semiHidden/>
    <w:rsid w:val="00187AD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semiHidden/>
    <w:unhideWhenUsed/>
    <w:rsid w:val="00187AD1"/>
    <w:rPr>
      <w:color w:val="0000FF"/>
      <w:u w:val="single"/>
    </w:rPr>
  </w:style>
  <w:style w:type="character" w:styleId="Emphasis">
    <w:name w:val="Emphasis"/>
    <w:qFormat/>
    <w:rsid w:val="00187AD1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187AD1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187AD1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187AD1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sicjctr@jesuits.org.z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July%20Ndol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46C03-9514-4266-8F47-53476BA7C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Ndola </Template>
  <TotalTime>87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16</cp:revision>
  <dcterms:created xsi:type="dcterms:W3CDTF">2014-05-03T19:22:00Z</dcterms:created>
  <dcterms:modified xsi:type="dcterms:W3CDTF">2014-07-14T08:05:00Z</dcterms:modified>
</cp:coreProperties>
</file>